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ECD" w:rsidRDefault="001B0ECD" w:rsidP="001B0ECD">
      <w:pPr>
        <w:jc w:val="center"/>
        <w:rPr>
          <w:sz w:val="16"/>
          <w:szCs w:val="16"/>
        </w:rPr>
      </w:pPr>
    </w:p>
    <w:p w:rsidR="00A97EA1" w:rsidRDefault="001B0ECD" w:rsidP="001B0EC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953250" cy="8698329"/>
            <wp:effectExtent l="0" t="0" r="0" b="7620"/>
            <wp:docPr id="1" name="Picture 1" descr="https://scontent.xx.fbcdn.net/hphotos-xpf1/v/t1.0-9/1450065_978021328928764_9081634239967330348_n.jpg?oh=9b8e7ca9c72852d3055501e3f95fd897&amp;oe=56910A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xx.fbcdn.net/hphotos-xpf1/v/t1.0-9/1450065_978021328928764_9081634239967330348_n.jpg?oh=9b8e7ca9c72852d3055501e3f95fd897&amp;oe=56910A2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8698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7EA1" w:rsidSect="001B0E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ECD"/>
    <w:rsid w:val="001B0ECD"/>
    <w:rsid w:val="00A9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E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E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A6039FE6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Bergman, Cathlina</dc:creator>
  <cp:lastModifiedBy>Bergman, Cathlina</cp:lastModifiedBy>
  <cp:revision>1</cp:revision>
  <dcterms:created xsi:type="dcterms:W3CDTF">2015-10-19T21:39:00Z</dcterms:created>
  <dcterms:modified xsi:type="dcterms:W3CDTF">2015-10-19T21:48:00Z</dcterms:modified>
</cp:coreProperties>
</file>