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649" w:rsidRPr="00A11649" w:rsidRDefault="00A11649" w:rsidP="00A11649">
      <w:pPr>
        <w:jc w:val="center"/>
        <w:rPr>
          <w:rFonts w:ascii="Arial" w:hAnsi="Arial" w:cs="Arial"/>
          <w:color w:val="000000"/>
          <w:sz w:val="32"/>
          <w:szCs w:val="32"/>
        </w:rPr>
      </w:pPr>
      <w:r w:rsidRPr="00A11649">
        <w:rPr>
          <w:rFonts w:ascii="Arial" w:hAnsi="Arial" w:cs="Arial"/>
          <w:color w:val="000000"/>
          <w:sz w:val="32"/>
          <w:szCs w:val="32"/>
          <w:u w:val="single"/>
        </w:rPr>
        <w:t xml:space="preserve">The "Before I </w:t>
      </w:r>
      <w:r w:rsidR="00BD6982">
        <w:rPr>
          <w:rFonts w:ascii="Arial" w:hAnsi="Arial" w:cs="Arial"/>
          <w:color w:val="000000"/>
          <w:sz w:val="32"/>
          <w:szCs w:val="32"/>
          <w:u w:val="single"/>
        </w:rPr>
        <w:t>Submit M</w:t>
      </w:r>
      <w:r w:rsidRPr="00A11649">
        <w:rPr>
          <w:rFonts w:ascii="Arial" w:hAnsi="Arial" w:cs="Arial"/>
          <w:color w:val="000000"/>
          <w:sz w:val="32"/>
          <w:szCs w:val="32"/>
          <w:u w:val="single"/>
        </w:rPr>
        <w:t>y Paper" Checklist</w:t>
      </w:r>
      <w:r w:rsidRPr="00A11649">
        <w:rPr>
          <w:rFonts w:ascii="Arial" w:hAnsi="Arial" w:cs="Arial"/>
          <w:color w:val="000000"/>
          <w:sz w:val="32"/>
          <w:szCs w:val="32"/>
        </w:rPr>
        <w:br/>
      </w:r>
    </w:p>
    <w:p w:rsidR="00A11649" w:rsidRDefault="00A11649" w:rsidP="00A11649">
      <w:pPr>
        <w:rPr>
          <w:rFonts w:ascii="Arial" w:hAnsi="Arial" w:cs="Arial"/>
          <w:b/>
          <w:color w:val="000000"/>
        </w:rPr>
      </w:pPr>
      <w:r w:rsidRPr="00A11649">
        <w:rPr>
          <w:rFonts w:ascii="Arial" w:hAnsi="Arial" w:cs="Arial"/>
          <w:b/>
          <w:color w:val="000000"/>
        </w:rPr>
        <w:t xml:space="preserve">Before I </w:t>
      </w:r>
      <w:r w:rsidR="00BD6982">
        <w:rPr>
          <w:rFonts w:ascii="Arial" w:hAnsi="Arial" w:cs="Arial"/>
          <w:b/>
          <w:color w:val="000000"/>
        </w:rPr>
        <w:t>submit my paper electronically</w:t>
      </w:r>
      <w:r w:rsidRPr="00A11649">
        <w:rPr>
          <w:rFonts w:ascii="Arial" w:hAnsi="Arial" w:cs="Arial"/>
          <w:b/>
          <w:color w:val="000000"/>
        </w:rPr>
        <w:t>, I must be able to answer "yes" to each of these questions.</w:t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/>
        <w:t>______ Did I SPELL CHECK my paper?</w:t>
      </w:r>
      <w:r>
        <w:rPr>
          <w:rFonts w:ascii="Arial" w:hAnsi="Arial" w:cs="Arial"/>
          <w:color w:val="000000"/>
        </w:rPr>
        <w:br/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______ Did I PROOFREAD my paper, looking for grammar and spelling mistakes, missing </w:t>
      </w:r>
    </w:p>
    <w:p w:rsidR="00A11649" w:rsidRDefault="00A11649" w:rsidP="00A11649">
      <w:pPr>
        <w:spacing w:after="0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words, typos, etc.? (If needed, did I have a group member proofread my paper, too?)</w:t>
      </w:r>
      <w:r>
        <w:rPr>
          <w:rFonts w:ascii="Arial" w:hAnsi="Arial" w:cs="Arial"/>
          <w:color w:val="000000"/>
        </w:rPr>
        <w:br/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  Did I type in 12 POINT FONT in TIMES NEW ROMAN?</w:t>
      </w:r>
      <w:r>
        <w:rPr>
          <w:rFonts w:ascii="Arial" w:hAnsi="Arial" w:cs="Arial"/>
          <w:color w:val="000000"/>
        </w:rPr>
        <w:br/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  Did I DOUBLE SPACE EVENLY throughout the paper?</w:t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  Did I use 1 INCH MARGINS on all four sides of the page?</w:t>
      </w:r>
      <w:r>
        <w:rPr>
          <w:rFonts w:ascii="Arial" w:hAnsi="Arial" w:cs="Arial"/>
          <w:color w:val="000000"/>
        </w:rPr>
        <w:br/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______  Did I put my LAST NAME and the PAGE NUMBER in the top right-hand corner of </w:t>
      </w:r>
    </w:p>
    <w:p w:rsidR="00A11649" w:rsidRDefault="00A11649" w:rsidP="00BD6982">
      <w:pPr>
        <w:spacing w:after="0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every page?</w:t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  Did I put CITATIONS after every direct quote and at least every paragraph?</w:t>
      </w:r>
      <w:r>
        <w:rPr>
          <w:rFonts w:ascii="Arial" w:hAnsi="Arial" w:cs="Arial"/>
          <w:color w:val="000000"/>
        </w:rPr>
        <w:br/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______  Do my in-text citations match up with my WORKS CITED page? (each source appears </w:t>
      </w:r>
    </w:p>
    <w:p w:rsidR="00A11649" w:rsidRDefault="00A11649" w:rsidP="00A11649">
      <w:pPr>
        <w:spacing w:after="0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both places)</w:t>
      </w:r>
      <w:r>
        <w:rPr>
          <w:rFonts w:ascii="Arial" w:hAnsi="Arial" w:cs="Arial"/>
          <w:color w:val="000000"/>
        </w:rPr>
        <w:br/>
      </w:r>
    </w:p>
    <w:p w:rsidR="00BD6982" w:rsidRDefault="00A11649" w:rsidP="00BD6982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  Did I put the pieces of my paper IN THIS ORDER</w:t>
      </w:r>
      <w:r w:rsidR="00BD6982">
        <w:rPr>
          <w:rFonts w:ascii="Arial" w:hAnsi="Arial" w:cs="Arial"/>
          <w:color w:val="000000"/>
        </w:rPr>
        <w:t xml:space="preserve"> in ONE document?</w:t>
      </w:r>
      <w:r w:rsidR="00BD6982">
        <w:rPr>
          <w:rFonts w:ascii="Arial" w:hAnsi="Arial" w:cs="Arial"/>
          <w:color w:val="000000"/>
        </w:rPr>
        <w:tab/>
      </w:r>
    </w:p>
    <w:p w:rsidR="00BD6982" w:rsidRDefault="007237BD" w:rsidP="00BD6982">
      <w:pPr>
        <w:spacing w:after="0"/>
        <w:ind w:left="144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Title Page</w:t>
      </w:r>
      <w:r w:rsidR="00A11649">
        <w:rPr>
          <w:rFonts w:ascii="Arial" w:hAnsi="Arial" w:cs="Arial"/>
          <w:color w:val="000000"/>
        </w:rPr>
        <w:br/>
        <w:t>Body of paper</w:t>
      </w:r>
    </w:p>
    <w:p w:rsidR="00BD6982" w:rsidRDefault="00A11649" w:rsidP="00BD6982">
      <w:pPr>
        <w:spacing w:after="0"/>
        <w:ind w:left="720" w:firstLine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Works Cited page</w:t>
      </w:r>
    </w:p>
    <w:p w:rsidR="00BD6982" w:rsidRDefault="00BD6982" w:rsidP="00BD6982">
      <w:pPr>
        <w:spacing w:after="0"/>
        <w:rPr>
          <w:rFonts w:ascii="Arial" w:hAnsi="Arial" w:cs="Arial"/>
          <w:color w:val="000000"/>
        </w:rPr>
      </w:pPr>
    </w:p>
    <w:p w:rsidR="00A11649" w:rsidRDefault="00BD6982" w:rsidP="00BD6982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  Did I correctly name the document?  (FirstName LastName Research Paper)</w:t>
      </w:r>
      <w:r w:rsidR="00A11649">
        <w:rPr>
          <w:rFonts w:ascii="Arial" w:hAnsi="Arial" w:cs="Arial"/>
          <w:color w:val="000000"/>
        </w:rPr>
        <w:br/>
      </w:r>
    </w:p>
    <w:p w:rsidR="00A11649" w:rsidRDefault="00A11649" w:rsidP="00A11649">
      <w:pPr>
        <w:spacing w:after="0"/>
        <w:ind w:firstLine="720"/>
        <w:rPr>
          <w:rFonts w:ascii="Arial" w:hAnsi="Arial" w:cs="Arial"/>
          <w:color w:val="000000"/>
        </w:rPr>
      </w:pPr>
    </w:p>
    <w:p w:rsidR="00BD6982" w:rsidRPr="00BA6940" w:rsidRDefault="00A11649" w:rsidP="00BD6982">
      <w:pPr>
        <w:spacing w:after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</w:rPr>
        <w:br/>
      </w:r>
      <w:r w:rsidRPr="00BA6940">
        <w:rPr>
          <w:rStyle w:val="Strong"/>
          <w:rFonts w:ascii="Arial" w:hAnsi="Arial" w:cs="Arial"/>
          <w:color w:val="000000"/>
          <w:sz w:val="28"/>
          <w:szCs w:val="28"/>
        </w:rPr>
        <w:t xml:space="preserve">IF YOU ANSWERED YES TO ALL QUESTIONS, YOU MAY </w:t>
      </w:r>
      <w:r w:rsidR="00BA6940" w:rsidRPr="00BA6940">
        <w:rPr>
          <w:rStyle w:val="Strong"/>
          <w:rFonts w:ascii="Arial" w:hAnsi="Arial" w:cs="Arial"/>
          <w:color w:val="000000"/>
          <w:sz w:val="28"/>
          <w:szCs w:val="28"/>
        </w:rPr>
        <w:t>NOW SUBMIT</w:t>
      </w:r>
      <w:r w:rsidRPr="00BA6940">
        <w:rPr>
          <w:rStyle w:val="Strong"/>
          <w:rFonts w:ascii="Arial" w:hAnsi="Arial" w:cs="Arial"/>
          <w:color w:val="000000"/>
          <w:sz w:val="28"/>
          <w:szCs w:val="28"/>
        </w:rPr>
        <w:t xml:space="preserve"> YOUR PAPER </w:t>
      </w:r>
      <w:r w:rsidR="00BA6940" w:rsidRPr="00BA6940">
        <w:rPr>
          <w:rStyle w:val="Strong"/>
          <w:rFonts w:ascii="Arial" w:hAnsi="Arial" w:cs="Arial"/>
          <w:color w:val="000000"/>
          <w:sz w:val="28"/>
          <w:szCs w:val="28"/>
        </w:rPr>
        <w:t>ELECTRONICALLY T</w:t>
      </w:r>
      <w:r w:rsidRPr="00BA6940">
        <w:rPr>
          <w:rStyle w:val="Strong"/>
          <w:rFonts w:ascii="Arial" w:hAnsi="Arial" w:cs="Arial"/>
          <w:color w:val="000000"/>
          <w:sz w:val="28"/>
          <w:szCs w:val="28"/>
        </w:rPr>
        <w:t>O MISS BERGMAN.</w:t>
      </w:r>
      <w:r w:rsidR="00BD6982" w:rsidRPr="00BA6940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BD6982" w:rsidRPr="00BA6940" w:rsidRDefault="00BD6982" w:rsidP="00BD6982">
      <w:pPr>
        <w:spacing w:after="0"/>
        <w:rPr>
          <w:rFonts w:ascii="Arial" w:hAnsi="Arial" w:cs="Arial"/>
          <w:color w:val="000000"/>
          <w:sz w:val="28"/>
          <w:szCs w:val="28"/>
        </w:rPr>
      </w:pPr>
    </w:p>
    <w:p w:rsidR="00BA6940" w:rsidRPr="00BA6940" w:rsidRDefault="00BA6940" w:rsidP="00BA694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8"/>
          <w:szCs w:val="28"/>
        </w:rPr>
      </w:pPr>
      <w:r w:rsidRPr="00BA6940">
        <w:rPr>
          <w:rFonts w:ascii="Arial" w:hAnsi="Arial" w:cs="Arial"/>
          <w:color w:val="000000"/>
          <w:sz w:val="28"/>
          <w:szCs w:val="28"/>
        </w:rPr>
        <w:t xml:space="preserve">Share the document on Google Drive in the class folder (Honors English III or General English III).  </w:t>
      </w:r>
    </w:p>
    <w:p w:rsidR="00BA6940" w:rsidRPr="00BA6940" w:rsidRDefault="00BA6940" w:rsidP="00BD6982">
      <w:pPr>
        <w:spacing w:after="0"/>
        <w:rPr>
          <w:rFonts w:ascii="Arial" w:hAnsi="Arial" w:cs="Arial"/>
          <w:color w:val="000000"/>
          <w:sz w:val="28"/>
          <w:szCs w:val="28"/>
        </w:rPr>
      </w:pPr>
    </w:p>
    <w:p w:rsidR="00BA6940" w:rsidRPr="00BA6940" w:rsidRDefault="00BA6940" w:rsidP="00BA694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/>
          <w:sz w:val="28"/>
          <w:szCs w:val="28"/>
        </w:rPr>
      </w:pPr>
      <w:r w:rsidRPr="00BA6940">
        <w:rPr>
          <w:rFonts w:ascii="Arial" w:hAnsi="Arial" w:cs="Arial"/>
          <w:color w:val="000000"/>
          <w:sz w:val="28"/>
          <w:szCs w:val="28"/>
        </w:rPr>
        <w:t>Give Mi</w:t>
      </w:r>
      <w:bookmarkStart w:id="0" w:name="_GoBack"/>
      <w:bookmarkEnd w:id="0"/>
      <w:r w:rsidRPr="00BA6940">
        <w:rPr>
          <w:rFonts w:ascii="Arial" w:hAnsi="Arial" w:cs="Arial"/>
          <w:color w:val="000000"/>
          <w:sz w:val="28"/>
          <w:szCs w:val="28"/>
        </w:rPr>
        <w:t>ss Bergman editing permission (the program defaults to this).</w:t>
      </w:r>
    </w:p>
    <w:sectPr w:rsidR="00BA6940" w:rsidRPr="00BA6940" w:rsidSect="00A000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A2AD3"/>
    <w:multiLevelType w:val="hybridMultilevel"/>
    <w:tmpl w:val="4C86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649"/>
    <w:rsid w:val="00231F95"/>
    <w:rsid w:val="00324ADE"/>
    <w:rsid w:val="00537D45"/>
    <w:rsid w:val="007237BD"/>
    <w:rsid w:val="00A000D0"/>
    <w:rsid w:val="00A11649"/>
    <w:rsid w:val="00BA6940"/>
    <w:rsid w:val="00BD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1164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11649"/>
    <w:rPr>
      <w:b/>
      <w:bCs/>
    </w:rPr>
  </w:style>
  <w:style w:type="paragraph" w:styleId="ListParagraph">
    <w:name w:val="List Paragraph"/>
    <w:basedOn w:val="Normal"/>
    <w:uiPriority w:val="34"/>
    <w:qFormat/>
    <w:rsid w:val="00BA69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1164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11649"/>
    <w:rPr>
      <w:b/>
      <w:bCs/>
    </w:rPr>
  </w:style>
  <w:style w:type="paragraph" w:styleId="ListParagraph">
    <w:name w:val="List Paragraph"/>
    <w:basedOn w:val="Normal"/>
    <w:uiPriority w:val="34"/>
    <w:qFormat/>
    <w:rsid w:val="00BA6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206CB-77D4-4540-9DC6-DF5261DBE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8EBB9AD4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Public Schools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Bergman, Cathlina</cp:lastModifiedBy>
  <cp:revision>2</cp:revision>
  <dcterms:created xsi:type="dcterms:W3CDTF">2014-11-02T23:04:00Z</dcterms:created>
  <dcterms:modified xsi:type="dcterms:W3CDTF">2014-11-02T23:04:00Z</dcterms:modified>
</cp:coreProperties>
</file>