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949" w:rsidRPr="00FF17BE" w:rsidRDefault="00990949">
      <w:pPr>
        <w:rPr>
          <w:b/>
          <w:sz w:val="28"/>
          <w:szCs w:val="28"/>
        </w:rPr>
      </w:pPr>
      <w:r w:rsidRPr="00FF17BE">
        <w:rPr>
          <w:b/>
          <w:sz w:val="28"/>
          <w:szCs w:val="28"/>
        </w:rPr>
        <w:t>Welcome to AP English!!</w:t>
      </w:r>
      <w:r w:rsidR="008810AA">
        <w:rPr>
          <w:b/>
          <w:sz w:val="28"/>
          <w:szCs w:val="28"/>
        </w:rPr>
        <w:tab/>
      </w:r>
      <w:r w:rsidR="008810AA">
        <w:rPr>
          <w:b/>
          <w:sz w:val="28"/>
          <w:szCs w:val="28"/>
        </w:rPr>
        <w:tab/>
      </w:r>
      <w:r w:rsidR="008810AA">
        <w:rPr>
          <w:b/>
          <w:sz w:val="28"/>
          <w:szCs w:val="28"/>
        </w:rPr>
        <w:tab/>
      </w:r>
      <w:r w:rsidR="008810AA">
        <w:rPr>
          <w:b/>
          <w:sz w:val="28"/>
          <w:szCs w:val="28"/>
        </w:rPr>
        <w:tab/>
      </w:r>
      <w:r w:rsidR="008810AA">
        <w:rPr>
          <w:b/>
          <w:sz w:val="28"/>
          <w:szCs w:val="28"/>
        </w:rPr>
        <w:tab/>
      </w:r>
      <w:r w:rsidR="008810AA">
        <w:rPr>
          <w:b/>
          <w:sz w:val="28"/>
          <w:szCs w:val="28"/>
        </w:rPr>
        <w:tab/>
      </w:r>
      <w:r w:rsidR="008810AA">
        <w:rPr>
          <w:b/>
          <w:sz w:val="28"/>
          <w:szCs w:val="28"/>
        </w:rPr>
        <w:tab/>
      </w:r>
      <w:r w:rsidR="008810AA">
        <w:rPr>
          <w:b/>
          <w:sz w:val="28"/>
          <w:szCs w:val="28"/>
        </w:rPr>
        <w:tab/>
        <w:t>Summer 201</w:t>
      </w:r>
      <w:r w:rsidR="00CB1896">
        <w:rPr>
          <w:b/>
          <w:sz w:val="28"/>
          <w:szCs w:val="28"/>
        </w:rPr>
        <w:t>5</w:t>
      </w:r>
    </w:p>
    <w:p w:rsidR="00990949" w:rsidRPr="00F940E7" w:rsidRDefault="00990949" w:rsidP="00FD5B0F">
      <w:pPr>
        <w:spacing w:before="240"/>
        <w:rPr>
          <w:rFonts w:cs="Times New Roman"/>
        </w:rPr>
      </w:pPr>
      <w:r w:rsidRPr="00F940E7">
        <w:rPr>
          <w:rFonts w:cs="Times New Roman"/>
        </w:rPr>
        <w:t>This letter will tell you everything you need to know to get started on your Advanced Placement studies over the summer.  Please don’t hesitate to come talk to me or e-mail me if you have any questions or concerns.</w:t>
      </w:r>
    </w:p>
    <w:p w:rsidR="00990949" w:rsidRDefault="00990949" w:rsidP="00FD5B0F">
      <w:pPr>
        <w:spacing w:before="240"/>
        <w:rPr>
          <w:rFonts w:cs="Times New Roman"/>
        </w:rPr>
      </w:pPr>
      <w:r w:rsidRPr="00F940E7">
        <w:rPr>
          <w:rFonts w:cs="Times New Roman"/>
        </w:rPr>
        <w:t xml:space="preserve">This summer you will be reading </w:t>
      </w:r>
      <w:r w:rsidR="00995EFD">
        <w:rPr>
          <w:rFonts w:cs="Times New Roman"/>
        </w:rPr>
        <w:t>three</w:t>
      </w:r>
      <w:r w:rsidRPr="00F940E7">
        <w:rPr>
          <w:rFonts w:cs="Times New Roman"/>
        </w:rPr>
        <w:t xml:space="preserve"> books:</w:t>
      </w:r>
      <w:r w:rsidR="00FF17BE" w:rsidRPr="00F940E7">
        <w:rPr>
          <w:rFonts w:cs="Times New Roman"/>
        </w:rPr>
        <w:t xml:space="preserve">  </w:t>
      </w:r>
      <w:r w:rsidRPr="00F940E7">
        <w:rPr>
          <w:rFonts w:cs="Times New Roman"/>
          <w:i/>
        </w:rPr>
        <w:t>How to Read Literature Like a Professor</w:t>
      </w:r>
      <w:r w:rsidRPr="00F940E7">
        <w:rPr>
          <w:rFonts w:cs="Times New Roman"/>
        </w:rPr>
        <w:t xml:space="preserve"> by Thomas C. Foster</w:t>
      </w:r>
      <w:r w:rsidR="00FF17BE" w:rsidRPr="00F940E7">
        <w:rPr>
          <w:rFonts w:cs="Times New Roman"/>
        </w:rPr>
        <w:t xml:space="preserve">, </w:t>
      </w:r>
      <w:r w:rsidRPr="00F940E7">
        <w:rPr>
          <w:rFonts w:cs="Times New Roman"/>
          <w:i/>
        </w:rPr>
        <w:t>Jane Eyre</w:t>
      </w:r>
      <w:r w:rsidRPr="00F940E7">
        <w:rPr>
          <w:rFonts w:cs="Times New Roman"/>
        </w:rPr>
        <w:t xml:space="preserve"> by Charlotte Bronte</w:t>
      </w:r>
      <w:r w:rsidR="00FF17BE" w:rsidRPr="00F940E7">
        <w:rPr>
          <w:rFonts w:cs="Times New Roman"/>
        </w:rPr>
        <w:t>,</w:t>
      </w:r>
      <w:r w:rsidR="00995EFD">
        <w:rPr>
          <w:rFonts w:cs="Times New Roman"/>
        </w:rPr>
        <w:t xml:space="preserve"> and</w:t>
      </w:r>
      <w:r w:rsidR="00FF17BE" w:rsidRPr="00F940E7">
        <w:rPr>
          <w:rFonts w:cs="Times New Roman"/>
        </w:rPr>
        <w:t xml:space="preserve"> </w:t>
      </w:r>
      <w:r w:rsidRPr="00F940E7">
        <w:rPr>
          <w:rFonts w:cs="Times New Roman"/>
          <w:i/>
        </w:rPr>
        <w:t>The Kite Runner</w:t>
      </w:r>
      <w:r w:rsidRPr="00F940E7">
        <w:rPr>
          <w:rFonts w:cs="Times New Roman"/>
        </w:rPr>
        <w:t xml:space="preserve"> by Khaled Hosseini</w:t>
      </w:r>
      <w:r w:rsidR="00FF17BE" w:rsidRPr="00F940E7">
        <w:rPr>
          <w:rFonts w:cs="Times New Roman"/>
        </w:rPr>
        <w:t>.</w:t>
      </w:r>
      <w:r w:rsidR="001E417C">
        <w:rPr>
          <w:rFonts w:cs="Times New Roman"/>
        </w:rPr>
        <w:t xml:space="preserve">  Visit my website (address below) for more information on all three books.  </w:t>
      </w:r>
      <w:r w:rsidRPr="00F940E7">
        <w:rPr>
          <w:rFonts w:cs="Times New Roman"/>
        </w:rPr>
        <w:t xml:space="preserve">Start with the Foster; it will help you read and analyze the novels.  </w:t>
      </w:r>
      <w:r w:rsidR="00995EFD">
        <w:rPr>
          <w:rFonts w:cs="Times New Roman"/>
        </w:rPr>
        <w:t>Y</w:t>
      </w:r>
      <w:r w:rsidRPr="00F940E7">
        <w:rPr>
          <w:rFonts w:cs="Times New Roman"/>
        </w:rPr>
        <w:t>ou may read the novels in either</w:t>
      </w:r>
      <w:r w:rsidR="00995EFD">
        <w:rPr>
          <w:rFonts w:cs="Times New Roman"/>
        </w:rPr>
        <w:t xml:space="preserve"> order.</w:t>
      </w:r>
    </w:p>
    <w:p w:rsidR="00FD5B0F" w:rsidRPr="00CB1896" w:rsidRDefault="00FD5B0F" w:rsidP="00FD5B0F">
      <w:pPr>
        <w:spacing w:before="240"/>
        <w:rPr>
          <w:rFonts w:cs="Times New Roman"/>
          <w:color w:val="FF0000"/>
          <w:szCs w:val="24"/>
        </w:rPr>
      </w:pPr>
      <w:r w:rsidRPr="00CB1896">
        <w:rPr>
          <w:rFonts w:cs="Times New Roman"/>
          <w:szCs w:val="24"/>
        </w:rPr>
        <w:t>Honors English students are responsible for acquiring their own copies of the books.  Check with local libraries, bookstores, or even upperclassmen who may be willing to part with their copies.</w:t>
      </w:r>
      <w:r w:rsidR="00CE7A41" w:rsidRPr="00CB1896">
        <w:rPr>
          <w:rFonts w:cs="Times New Roman"/>
          <w:szCs w:val="24"/>
        </w:rPr>
        <w:t xml:space="preserve">  E-books are another great option; </w:t>
      </w:r>
      <w:r w:rsidR="00CE7A41" w:rsidRPr="00CB1896">
        <w:rPr>
          <w:rFonts w:cs="Times New Roman"/>
          <w:i/>
          <w:szCs w:val="24"/>
        </w:rPr>
        <w:t>Jane Eyre</w:t>
      </w:r>
      <w:r w:rsidR="00CE7A41" w:rsidRPr="00CB1896">
        <w:rPr>
          <w:rFonts w:cs="Times New Roman"/>
          <w:szCs w:val="24"/>
        </w:rPr>
        <w:t xml:space="preserve"> is free through Amazon.</w:t>
      </w:r>
    </w:p>
    <w:p w:rsidR="00CB1896" w:rsidRPr="00CB1896" w:rsidRDefault="00990949" w:rsidP="00CB1896">
      <w:pPr>
        <w:pStyle w:val="NormalWeb"/>
        <w:spacing w:before="0" w:beforeAutospacing="0" w:after="0" w:afterAutospacing="0"/>
        <w:textAlignment w:val="baseline"/>
        <w:rPr>
          <w:color w:val="000000"/>
        </w:rPr>
      </w:pPr>
      <w:r w:rsidRPr="00CB1896">
        <w:t>As you read this s</w:t>
      </w:r>
      <w:r w:rsidR="00A2376E" w:rsidRPr="00CB1896">
        <w:t>ummer,</w:t>
      </w:r>
      <w:r w:rsidR="00CB1896" w:rsidRPr="00CB1896">
        <w:t xml:space="preserve"> c</w:t>
      </w:r>
      <w:r w:rsidR="00CB1896" w:rsidRPr="00CB1896">
        <w:rPr>
          <w:color w:val="000000"/>
        </w:rPr>
        <w:t>hoose three different chapters from Foster’s book, and create a digital project that demonstrates your understanding of how both novels fit into the concepts explained in those three chapters.</w:t>
      </w:r>
      <w:r w:rsidR="00CB1896" w:rsidRPr="00CB1896">
        <w:rPr>
          <w:color w:val="FF0000"/>
        </w:rPr>
        <w:t xml:space="preserve">  </w:t>
      </w:r>
      <w:r w:rsidR="00CB1896" w:rsidRPr="00CB1896">
        <w:rPr>
          <w:color w:val="000000"/>
        </w:rPr>
        <w:t>Your examples may fit either seriously or ironically into Foster’s theories on the concepts.  </w:t>
      </w:r>
    </w:p>
    <w:p w:rsidR="00CB1896" w:rsidRDefault="00CB1896" w:rsidP="00CB1896">
      <w:pPr>
        <w:spacing w:after="0" w:line="240" w:lineRule="auto"/>
        <w:rPr>
          <w:rFonts w:eastAsia="Times New Roman" w:cs="Times New Roman"/>
          <w:color w:val="000000"/>
          <w:szCs w:val="24"/>
        </w:rPr>
      </w:pPr>
    </w:p>
    <w:p w:rsidR="00CB1896" w:rsidRPr="00CB1896" w:rsidRDefault="00CB1896" w:rsidP="00CB1896">
      <w:pPr>
        <w:spacing w:after="0" w:line="240" w:lineRule="auto"/>
        <w:ind w:firstLine="720"/>
        <w:rPr>
          <w:rFonts w:eastAsia="Times New Roman" w:cs="Times New Roman"/>
          <w:szCs w:val="24"/>
        </w:rPr>
      </w:pPr>
      <w:r w:rsidRPr="00CB1896">
        <w:rPr>
          <w:rFonts w:eastAsia="Times New Roman" w:cs="Times New Roman"/>
          <w:color w:val="000000"/>
          <w:szCs w:val="24"/>
        </w:rPr>
        <w:t xml:space="preserve">---Example projects:  PowerPoint, Prezi, Google Slides, video, etc. </w:t>
      </w:r>
    </w:p>
    <w:p w:rsidR="00CB1896" w:rsidRPr="00CB1896" w:rsidRDefault="00CB1896" w:rsidP="00CB1896">
      <w:pPr>
        <w:spacing w:after="0" w:line="240" w:lineRule="auto"/>
        <w:rPr>
          <w:rFonts w:eastAsia="Times New Roman" w:cs="Times New Roman"/>
          <w:szCs w:val="24"/>
        </w:rPr>
      </w:pPr>
    </w:p>
    <w:p w:rsidR="00CB1896" w:rsidRPr="00CB1896" w:rsidRDefault="00CB1896" w:rsidP="00CB1896">
      <w:pPr>
        <w:spacing w:after="0" w:line="240" w:lineRule="auto"/>
        <w:rPr>
          <w:rFonts w:eastAsia="Times New Roman" w:cs="Times New Roman"/>
          <w:szCs w:val="24"/>
        </w:rPr>
      </w:pPr>
      <w:r w:rsidRPr="00CB1896">
        <w:rPr>
          <w:rFonts w:eastAsia="Times New Roman" w:cs="Times New Roman"/>
          <w:color w:val="000000"/>
          <w:szCs w:val="24"/>
        </w:rPr>
        <w:t> Bring your project on the first day of class, and be prepared to present your project during the first week of school.</w:t>
      </w:r>
      <w:bookmarkStart w:id="0" w:name="_GoBack"/>
      <w:bookmarkEnd w:id="0"/>
      <w:r w:rsidRPr="00CB1896">
        <w:rPr>
          <w:rFonts w:eastAsia="Times New Roman" w:cs="Times New Roman"/>
          <w:color w:val="000000"/>
          <w:szCs w:val="24"/>
        </w:rPr>
        <w:t xml:space="preserve">  Your pres</w:t>
      </w:r>
      <w:r w:rsidR="00135287">
        <w:rPr>
          <w:rFonts w:eastAsia="Times New Roman" w:cs="Times New Roman"/>
          <w:color w:val="000000"/>
          <w:szCs w:val="24"/>
        </w:rPr>
        <w:t>entation should be a maximum of five</w:t>
      </w:r>
      <w:r w:rsidRPr="00CB1896">
        <w:rPr>
          <w:rFonts w:eastAsia="Times New Roman" w:cs="Times New Roman"/>
          <w:color w:val="FF0000"/>
          <w:szCs w:val="24"/>
        </w:rPr>
        <w:t xml:space="preserve"> </w:t>
      </w:r>
      <w:r w:rsidRPr="00CB1896">
        <w:rPr>
          <w:rFonts w:eastAsia="Times New Roman" w:cs="Times New Roman"/>
          <w:color w:val="000000"/>
          <w:szCs w:val="24"/>
        </w:rPr>
        <w:t>minutes long.</w:t>
      </w:r>
    </w:p>
    <w:p w:rsidR="00CB1896" w:rsidRPr="00CB1896" w:rsidRDefault="00CB1896" w:rsidP="00CB1896">
      <w:pPr>
        <w:spacing w:after="0" w:line="240" w:lineRule="auto"/>
        <w:rPr>
          <w:rFonts w:eastAsia="Times New Roman" w:cs="Times New Roman"/>
          <w:szCs w:val="24"/>
        </w:rPr>
      </w:pPr>
    </w:p>
    <w:p w:rsidR="00314E75" w:rsidRPr="00CB1896" w:rsidRDefault="00CB1896" w:rsidP="00CB1896">
      <w:pPr>
        <w:spacing w:after="0" w:line="240" w:lineRule="auto"/>
        <w:rPr>
          <w:rFonts w:cs="Times New Roman"/>
          <w:szCs w:val="24"/>
        </w:rPr>
      </w:pPr>
      <w:r w:rsidRPr="00CB1896">
        <w:rPr>
          <w:rFonts w:eastAsia="Times New Roman" w:cs="Times New Roman"/>
          <w:color w:val="000000"/>
          <w:szCs w:val="24"/>
        </w:rPr>
        <w:t> In addition, on the first day of class, you will take a comprehension test over all three books.  This closed-book, closed-note test will ask you several short answer questions and one essay-length question over various elements of the books.</w:t>
      </w:r>
    </w:p>
    <w:p w:rsidR="00314E75" w:rsidRPr="00F940E7" w:rsidRDefault="00314E75" w:rsidP="00FD5B0F">
      <w:pPr>
        <w:spacing w:before="240"/>
        <w:rPr>
          <w:rFonts w:cs="Times New Roman"/>
        </w:rPr>
      </w:pPr>
      <w:r w:rsidRPr="00F940E7">
        <w:rPr>
          <w:rFonts w:cs="Times New Roman"/>
        </w:rPr>
        <w:t>I think tha</w:t>
      </w:r>
      <w:r w:rsidR="000176BE">
        <w:rPr>
          <w:rFonts w:cs="Times New Roman"/>
        </w:rPr>
        <w:t xml:space="preserve">t’s it!  </w:t>
      </w:r>
      <w:r w:rsidRPr="00F940E7">
        <w:rPr>
          <w:rFonts w:cs="Times New Roman"/>
        </w:rPr>
        <w:t>Contact me if you have any questions or need more information.</w:t>
      </w:r>
    </w:p>
    <w:p w:rsidR="00314E75" w:rsidRPr="00A2376E" w:rsidRDefault="00314E75">
      <w:pPr>
        <w:rPr>
          <w:rFonts w:cs="Times New Roman"/>
          <w:b/>
        </w:rPr>
      </w:pPr>
      <w:r w:rsidRPr="00F940E7">
        <w:rPr>
          <w:rFonts w:cs="Times New Roman"/>
        </w:rPr>
        <w:t>Have a great summer, and I’ll see you next fall!</w:t>
      </w:r>
    </w:p>
    <w:p w:rsidR="00314E75" w:rsidRPr="00F940E7" w:rsidRDefault="00314E75">
      <w:pPr>
        <w:rPr>
          <w:rFonts w:cs="Times New Roman"/>
        </w:rPr>
      </w:pPr>
    </w:p>
    <w:p w:rsidR="00314E75" w:rsidRPr="00F940E7" w:rsidRDefault="00314E75">
      <w:pPr>
        <w:rPr>
          <w:rFonts w:cs="Times New Roman"/>
        </w:rPr>
      </w:pPr>
      <w:r w:rsidRPr="00F940E7">
        <w:rPr>
          <w:rFonts w:cs="Times New Roman"/>
        </w:rPr>
        <w:t>Miss Bergman</w:t>
      </w:r>
    </w:p>
    <w:p w:rsidR="00314E75" w:rsidRPr="000176BE" w:rsidRDefault="00135287" w:rsidP="00F236AA">
      <w:pPr>
        <w:spacing w:after="0"/>
        <w:rPr>
          <w:rFonts w:cs="Times New Roman"/>
          <w:sz w:val="28"/>
          <w:szCs w:val="28"/>
        </w:rPr>
      </w:pPr>
      <w:hyperlink r:id="rId7" w:history="1">
        <w:r w:rsidR="00CE7A41" w:rsidRPr="000176BE">
          <w:rPr>
            <w:rStyle w:val="Hyperlink"/>
            <w:rFonts w:cs="Times New Roman"/>
            <w:sz w:val="28"/>
            <w:szCs w:val="28"/>
          </w:rPr>
          <w:t>cathlina.bergman@</w:t>
        </w:r>
      </w:hyperlink>
      <w:r w:rsidR="00CE7A41" w:rsidRPr="000176BE">
        <w:rPr>
          <w:rStyle w:val="Hyperlink"/>
          <w:rFonts w:cs="Times New Roman"/>
          <w:sz w:val="28"/>
          <w:szCs w:val="28"/>
        </w:rPr>
        <w:t>usd373.org</w:t>
      </w:r>
    </w:p>
    <w:p w:rsidR="00B468AF" w:rsidRDefault="00314E75" w:rsidP="00F236AA">
      <w:pPr>
        <w:spacing w:after="0"/>
        <w:rPr>
          <w:rFonts w:cs="Times New Roman"/>
          <w:sz w:val="28"/>
          <w:szCs w:val="28"/>
        </w:rPr>
      </w:pPr>
      <w:r w:rsidRPr="000176BE">
        <w:rPr>
          <w:rFonts w:cs="Times New Roman"/>
          <w:sz w:val="28"/>
          <w:szCs w:val="28"/>
        </w:rPr>
        <w:t>785-893-2734</w:t>
      </w:r>
    </w:p>
    <w:p w:rsidR="000176BE" w:rsidRPr="000176BE" w:rsidRDefault="000176BE" w:rsidP="00F236AA">
      <w:pPr>
        <w:spacing w:after="0"/>
        <w:rPr>
          <w:rFonts w:cs="Times New Roman"/>
          <w:sz w:val="28"/>
          <w:szCs w:val="28"/>
        </w:rPr>
      </w:pPr>
    </w:p>
    <w:p w:rsidR="000176BE" w:rsidRDefault="000176BE" w:rsidP="00F236AA">
      <w:pPr>
        <w:spacing w:after="0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 xml:space="preserve">Class website:  </w:t>
      </w:r>
      <w:hyperlink r:id="rId8" w:history="1">
        <w:r w:rsidRPr="00625829">
          <w:rPr>
            <w:rStyle w:val="Hyperlink"/>
            <w:rFonts w:cs="Times New Roman"/>
            <w:sz w:val="36"/>
            <w:szCs w:val="36"/>
          </w:rPr>
          <w:t>www.englishbookcorner.wikispaces.com</w:t>
        </w:r>
      </w:hyperlink>
    </w:p>
    <w:p w:rsidR="000176BE" w:rsidRPr="001D0D62" w:rsidRDefault="000176BE" w:rsidP="00F236AA">
      <w:pPr>
        <w:spacing w:after="0"/>
        <w:rPr>
          <w:rFonts w:cs="Times New Roman"/>
          <w:sz w:val="36"/>
          <w:szCs w:val="36"/>
        </w:rPr>
      </w:pPr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D61689" wp14:editId="072B59EB">
                <wp:simplePos x="0" y="0"/>
                <wp:positionH relativeFrom="column">
                  <wp:posOffset>28575</wp:posOffset>
                </wp:positionH>
                <wp:positionV relativeFrom="paragraph">
                  <wp:posOffset>558165</wp:posOffset>
                </wp:positionV>
                <wp:extent cx="6819900" cy="115252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287" w:rsidRDefault="00135287" w:rsidP="00A2376E">
                            <w:pPr>
                              <w:spacing w:after="0"/>
                              <w:rPr>
                                <w:rFonts w:ascii="Arial" w:hAnsi="Arial" w:cs="Arial"/>
                                <w:color w:val="404040"/>
                                <w:sz w:val="4"/>
                                <w:szCs w:val="4"/>
                              </w:rPr>
                            </w:pPr>
                          </w:p>
                          <w:p w:rsidR="00135287" w:rsidRPr="00D271A5" w:rsidRDefault="00135287" w:rsidP="00A2376E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 w:rsidRPr="00F236AA">
                              <w:rPr>
                                <w:rFonts w:ascii="Arial" w:hAnsi="Arial" w:cs="Arial"/>
                                <w:color w:val="404040"/>
                                <w:sz w:val="4"/>
                                <w:szCs w:val="4"/>
                              </w:rPr>
                              <w:br/>
                            </w:r>
                            <w:r w:rsidRPr="00D271A5">
                              <w:rPr>
                                <w:u w:val="single"/>
                              </w:rPr>
                              <w:t>RESOURCES:</w:t>
                            </w:r>
                          </w:p>
                          <w:p w:rsidR="00135287" w:rsidRPr="00840366" w:rsidRDefault="00135287" w:rsidP="000176BE">
                            <w:pPr>
                              <w:spacing w:after="0"/>
                              <w:rPr>
                                <w:sz w:val="22"/>
                              </w:rPr>
                            </w:pPr>
                            <w:r w:rsidRPr="00840366">
                              <w:rPr>
                                <w:sz w:val="22"/>
                              </w:rPr>
                              <w:t>Newton Public Library—computers; books; librarians—always a good resource!</w:t>
                            </w:r>
                          </w:p>
                          <w:p w:rsidR="00135287" w:rsidRDefault="00135287" w:rsidP="00A2376E">
                            <w:pPr>
                              <w:spacing w:after="0"/>
                              <w:rPr>
                                <w:sz w:val="22"/>
                              </w:rPr>
                            </w:pPr>
                          </w:p>
                          <w:p w:rsidR="00135287" w:rsidRPr="000176BE" w:rsidRDefault="00135287" w:rsidP="000176BE">
                            <w:pPr>
                              <w:spacing w:after="0"/>
                              <w:rPr>
                                <w:sz w:val="22"/>
                              </w:rPr>
                            </w:pPr>
                            <w:r w:rsidRPr="00840366">
                              <w:rPr>
                                <w:sz w:val="22"/>
                              </w:rPr>
                              <w:t>Newton High School:  316-284-6280—secretaries—always a good resource!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25pt;margin-top:43.95pt;width:537pt;height:9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">
                <v:textbox>
                  <w:txbxContent>
                    <w:p w:rsidR="00135287" w:rsidRDefault="00135287" w:rsidP="00A2376E">
                      <w:pPr>
                        <w:spacing w:after="0"/>
                        <w:rPr>
                          <w:rFonts w:ascii="Arial" w:hAnsi="Arial" w:cs="Arial"/>
                          <w:color w:val="404040"/>
                          <w:sz w:val="4"/>
                          <w:szCs w:val="4"/>
                        </w:rPr>
                      </w:pPr>
                    </w:p>
                    <w:p w:rsidR="00135287" w:rsidRPr="00D271A5" w:rsidRDefault="00135287" w:rsidP="00A2376E">
                      <w:pPr>
                        <w:spacing w:after="0"/>
                        <w:rPr>
                          <w:u w:val="single"/>
                        </w:rPr>
                      </w:pPr>
                      <w:r w:rsidRPr="00F236AA">
                        <w:rPr>
                          <w:rFonts w:ascii="Arial" w:hAnsi="Arial" w:cs="Arial"/>
                          <w:color w:val="404040"/>
                          <w:sz w:val="4"/>
                          <w:szCs w:val="4"/>
                        </w:rPr>
                        <w:br/>
                      </w:r>
                      <w:r w:rsidRPr="00D271A5">
                        <w:rPr>
                          <w:u w:val="single"/>
                        </w:rPr>
                        <w:t>RESOURCES:</w:t>
                      </w:r>
                    </w:p>
                    <w:p w:rsidR="00135287" w:rsidRPr="00840366" w:rsidRDefault="00135287" w:rsidP="000176BE">
                      <w:pPr>
                        <w:spacing w:after="0"/>
                        <w:rPr>
                          <w:sz w:val="22"/>
                        </w:rPr>
                      </w:pPr>
                      <w:r w:rsidRPr="00840366">
                        <w:rPr>
                          <w:sz w:val="22"/>
                        </w:rPr>
                        <w:t>Newton Public Library—computers; books; librarians—always a good resource!</w:t>
                      </w:r>
                    </w:p>
                    <w:p w:rsidR="00135287" w:rsidRDefault="00135287" w:rsidP="00A2376E">
                      <w:pPr>
                        <w:spacing w:after="0"/>
                        <w:rPr>
                          <w:sz w:val="22"/>
                        </w:rPr>
                      </w:pPr>
                    </w:p>
                    <w:p w:rsidR="00135287" w:rsidRPr="000176BE" w:rsidRDefault="00135287" w:rsidP="000176BE">
                      <w:pPr>
                        <w:spacing w:after="0"/>
                        <w:rPr>
                          <w:sz w:val="22"/>
                        </w:rPr>
                      </w:pPr>
                      <w:r w:rsidRPr="00840366">
                        <w:rPr>
                          <w:sz w:val="22"/>
                        </w:rPr>
                        <w:t>Newton High School:  316-284-6280—secretaries—always a good resource!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176BE" w:rsidRPr="001D0D62" w:rsidSect="003009E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9E6ED5"/>
    <w:multiLevelType w:val="multilevel"/>
    <w:tmpl w:val="8362D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949"/>
    <w:rsid w:val="000176BE"/>
    <w:rsid w:val="00042DD4"/>
    <w:rsid w:val="00043229"/>
    <w:rsid w:val="00135287"/>
    <w:rsid w:val="001D0D62"/>
    <w:rsid w:val="001E417C"/>
    <w:rsid w:val="002971A3"/>
    <w:rsid w:val="002C2595"/>
    <w:rsid w:val="003009E5"/>
    <w:rsid w:val="00314E75"/>
    <w:rsid w:val="004C7E6A"/>
    <w:rsid w:val="004F71C0"/>
    <w:rsid w:val="005301E7"/>
    <w:rsid w:val="005B3799"/>
    <w:rsid w:val="00620C70"/>
    <w:rsid w:val="007063B6"/>
    <w:rsid w:val="00737A35"/>
    <w:rsid w:val="007A536C"/>
    <w:rsid w:val="008025FD"/>
    <w:rsid w:val="00822286"/>
    <w:rsid w:val="00874179"/>
    <w:rsid w:val="008810AA"/>
    <w:rsid w:val="008B1FDE"/>
    <w:rsid w:val="009831E4"/>
    <w:rsid w:val="00990949"/>
    <w:rsid w:val="009939DC"/>
    <w:rsid w:val="00995EFD"/>
    <w:rsid w:val="00A2376E"/>
    <w:rsid w:val="00B2343F"/>
    <w:rsid w:val="00B468AF"/>
    <w:rsid w:val="00B76616"/>
    <w:rsid w:val="00CB0E8C"/>
    <w:rsid w:val="00CB1896"/>
    <w:rsid w:val="00CC4EB1"/>
    <w:rsid w:val="00CE7A41"/>
    <w:rsid w:val="00D24B8C"/>
    <w:rsid w:val="00D271A5"/>
    <w:rsid w:val="00D93A74"/>
    <w:rsid w:val="00F236AA"/>
    <w:rsid w:val="00F940E7"/>
    <w:rsid w:val="00FD5B0F"/>
    <w:rsid w:val="00FF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5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4E75"/>
    <w:rPr>
      <w:color w:val="0000FF" w:themeColor="hyperlink"/>
      <w:u w:val="single"/>
    </w:rPr>
  </w:style>
  <w:style w:type="character" w:styleId="Emphasis">
    <w:name w:val="Emphasis"/>
    <w:basedOn w:val="DefaultParagraphFont"/>
    <w:qFormat/>
    <w:rsid w:val="00F940E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5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B0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B1896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5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4E75"/>
    <w:rPr>
      <w:color w:val="0000FF" w:themeColor="hyperlink"/>
      <w:u w:val="single"/>
    </w:rPr>
  </w:style>
  <w:style w:type="character" w:styleId="Emphasis">
    <w:name w:val="Emphasis"/>
    <w:basedOn w:val="DefaultParagraphFont"/>
    <w:qFormat/>
    <w:rsid w:val="00F940E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5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B0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B1896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1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hbookcorner.wikispaces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cathlina.bergman@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4E70D-D0DC-4E05-B7E0-9A005179C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23E49DBB</Template>
  <TotalTime>11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Newton USD 373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Bergman, Cathlina</cp:lastModifiedBy>
  <cp:revision>4</cp:revision>
  <cp:lastPrinted>2015-01-29T17:26:00Z</cp:lastPrinted>
  <dcterms:created xsi:type="dcterms:W3CDTF">2015-01-27T22:13:00Z</dcterms:created>
  <dcterms:modified xsi:type="dcterms:W3CDTF">2015-01-29T17:26:00Z</dcterms:modified>
</cp:coreProperties>
</file>