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C2" w:rsidRPr="00904197" w:rsidRDefault="007E47C2">
      <w:pPr>
        <w:rPr>
          <w:sz w:val="28"/>
          <w:szCs w:val="28"/>
        </w:rPr>
      </w:pPr>
      <w:r w:rsidRPr="007120A8">
        <w:rPr>
          <w:b/>
          <w:sz w:val="28"/>
          <w:szCs w:val="28"/>
        </w:rPr>
        <w:t xml:space="preserve">Research Paper </w:t>
      </w:r>
      <w:r w:rsidR="007120A8" w:rsidRPr="007120A8">
        <w:rPr>
          <w:b/>
          <w:sz w:val="28"/>
          <w:szCs w:val="28"/>
        </w:rPr>
        <w:t>Rubric</w:t>
      </w:r>
      <w:r w:rsidR="007120A8">
        <w:rPr>
          <w:sz w:val="28"/>
          <w:szCs w:val="28"/>
        </w:rPr>
        <w:tab/>
      </w:r>
      <w:r w:rsidR="007120A8">
        <w:rPr>
          <w:sz w:val="28"/>
          <w:szCs w:val="28"/>
        </w:rPr>
        <w:tab/>
      </w:r>
      <w:r w:rsidR="007120A8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694B65">
        <w:rPr>
          <w:sz w:val="28"/>
          <w:szCs w:val="28"/>
        </w:rPr>
        <w:tab/>
      </w:r>
      <w:r w:rsidR="007120A8">
        <w:rPr>
          <w:sz w:val="28"/>
          <w:szCs w:val="28"/>
        </w:rPr>
        <w:t>Name:  ____________________________</w:t>
      </w:r>
    </w:p>
    <w:p w:rsidR="007526EC" w:rsidRDefault="00A50DC0" w:rsidP="007526EC">
      <w:pPr>
        <w:autoSpaceDE w:val="0"/>
        <w:autoSpaceDN w:val="0"/>
        <w:adjustRightInd w:val="0"/>
        <w:spacing w:after="0"/>
        <w:rPr>
          <w:rFonts w:ascii="Albertus Extra Bold" w:hAnsi="Albertus Extra Bold" w:cs="Courier New"/>
        </w:rPr>
      </w:pPr>
      <w:r>
        <w:rPr>
          <w:rFonts w:ascii="Albertus Extra Bold" w:hAnsi="Albertus Extra Bold" w:cs="Courier New"/>
        </w:rPr>
        <w:t>SUBMISSION DAY:</w:t>
      </w:r>
    </w:p>
    <w:p w:rsidR="00A50DC0" w:rsidRDefault="00A50DC0" w:rsidP="007526EC">
      <w:pPr>
        <w:autoSpaceDE w:val="0"/>
        <w:autoSpaceDN w:val="0"/>
        <w:adjustRightInd w:val="0"/>
        <w:spacing w:after="0"/>
        <w:rPr>
          <w:rFonts w:ascii="Albertus Extra Bold" w:hAnsi="Albertus Extra Bold" w:cs="Courier New"/>
        </w:rPr>
      </w:pPr>
    </w:p>
    <w:p w:rsidR="00694B65" w:rsidRPr="0078130C" w:rsidRDefault="00694B65">
      <w:pPr>
        <w:sectPr w:rsidR="00694B65" w:rsidRPr="0078130C" w:rsidSect="00694B6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05E85" w:rsidRDefault="00904197" w:rsidP="00D05E85">
      <w:r w:rsidRPr="0078130C">
        <w:lastRenderedPageBreak/>
        <w:t xml:space="preserve">_____ </w:t>
      </w:r>
      <w:r w:rsidR="007E47C2" w:rsidRPr="0078130C">
        <w:t>Title page</w:t>
      </w:r>
      <w:r w:rsidRPr="0078130C">
        <w:t xml:space="preserve"> </w:t>
      </w:r>
      <w:r w:rsidR="00D05E85">
        <w:t>formatted correctly</w:t>
      </w:r>
    </w:p>
    <w:p w:rsidR="007E47C2" w:rsidRPr="0078130C" w:rsidRDefault="00904197" w:rsidP="00D05E85">
      <w:pPr>
        <w:rPr>
          <w:color w:val="000000"/>
        </w:rPr>
      </w:pPr>
      <w:r w:rsidRPr="0078130C">
        <w:t xml:space="preserve">_____  </w:t>
      </w:r>
      <w:r w:rsidR="007526EC" w:rsidRPr="0078130C">
        <w:rPr>
          <w:color w:val="000000"/>
        </w:rPr>
        <w:t>Pages headed cor</w:t>
      </w:r>
      <w:r w:rsidR="00694B65" w:rsidRPr="0078130C">
        <w:rPr>
          <w:color w:val="000000"/>
        </w:rPr>
        <w:t xml:space="preserve">rectly (Lastname pg.#  in top </w:t>
      </w:r>
      <w:r w:rsidR="007526EC" w:rsidRPr="0078130C">
        <w:rPr>
          <w:color w:val="000000"/>
        </w:rPr>
        <w:t>right</w:t>
      </w:r>
      <w:r w:rsidR="00694B65" w:rsidRPr="0078130C">
        <w:rPr>
          <w:color w:val="000000"/>
        </w:rPr>
        <w:t xml:space="preserve"> </w:t>
      </w:r>
      <w:r w:rsidR="007526EC" w:rsidRPr="0078130C">
        <w:rPr>
          <w:color w:val="000000"/>
        </w:rPr>
        <w:t xml:space="preserve"> corner of page)</w:t>
      </w:r>
    </w:p>
    <w:p w:rsidR="00A02D84" w:rsidRPr="0078130C" w:rsidRDefault="007120A8">
      <w:r w:rsidRPr="0078130C">
        <w:t>_____  Correct Font (Times New R</w:t>
      </w:r>
      <w:r w:rsidR="00A02D84" w:rsidRPr="0078130C">
        <w:t>oman</w:t>
      </w:r>
      <w:r w:rsidRPr="0078130C">
        <w:t xml:space="preserve">  12)</w:t>
      </w:r>
    </w:p>
    <w:p w:rsidR="002B24D7" w:rsidRPr="0078130C" w:rsidRDefault="007120A8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sz w:val="22"/>
          <w:szCs w:val="22"/>
        </w:rPr>
        <w:t xml:space="preserve">_____  </w:t>
      </w:r>
      <w:r w:rsidR="002B24D7" w:rsidRPr="0078130C">
        <w:rPr>
          <w:rFonts w:asciiTheme="minorHAnsi" w:hAnsiTheme="minorHAnsi"/>
          <w:sz w:val="22"/>
          <w:szCs w:val="22"/>
        </w:rPr>
        <w:t xml:space="preserve">Correct Spacing </w:t>
      </w:r>
      <w:r w:rsidR="002B24D7" w:rsidRPr="0078130C">
        <w:rPr>
          <w:rFonts w:asciiTheme="minorHAnsi" w:hAnsiTheme="minorHAnsi"/>
          <w:color w:val="000000"/>
          <w:sz w:val="22"/>
          <w:szCs w:val="22"/>
        </w:rPr>
        <w:t>(one-inch margins and double-spaced throughout)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2B24D7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>_____  Correct Citation of Sources</w:t>
      </w:r>
      <w:r w:rsidR="00694B65" w:rsidRPr="0078130C">
        <w:rPr>
          <w:rFonts w:asciiTheme="minorHAnsi" w:hAnsiTheme="minorHAnsi"/>
          <w:color w:val="000000"/>
          <w:sz w:val="22"/>
          <w:szCs w:val="22"/>
        </w:rPr>
        <w:t>:</w:t>
      </w:r>
    </w:p>
    <w:p w:rsidR="00A943E5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A943E5" w:rsidRPr="0078130C" w:rsidRDefault="00694B6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 xml:space="preserve">  </w:t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>__</w:t>
      </w:r>
      <w:r w:rsidRPr="0078130C">
        <w:rPr>
          <w:rFonts w:asciiTheme="minorHAnsi" w:hAnsiTheme="minorHAnsi"/>
          <w:color w:val="000000"/>
          <w:sz w:val="22"/>
          <w:szCs w:val="22"/>
        </w:rPr>
        <w:t xml:space="preserve">___  Sources appear both in paper and on </w:t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>Works Cited page</w:t>
      </w:r>
    </w:p>
    <w:p w:rsidR="00A943E5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A943E5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  <w:t>____</w:t>
      </w:r>
      <w:proofErr w:type="gramStart"/>
      <w:r w:rsidRPr="0078130C">
        <w:rPr>
          <w:rFonts w:asciiTheme="minorHAnsi" w:hAnsiTheme="minorHAnsi"/>
          <w:color w:val="000000"/>
          <w:sz w:val="22"/>
          <w:szCs w:val="22"/>
        </w:rPr>
        <w:t>_  Three</w:t>
      </w:r>
      <w:proofErr w:type="gramEnd"/>
      <w:r w:rsidRPr="0078130C">
        <w:rPr>
          <w:rFonts w:asciiTheme="minorHAnsi" w:hAnsiTheme="minorHAnsi"/>
          <w:color w:val="000000"/>
          <w:sz w:val="22"/>
          <w:szCs w:val="22"/>
        </w:rPr>
        <w:t xml:space="preserve"> diff</w:t>
      </w:r>
      <w:r w:rsidR="007F6B50">
        <w:rPr>
          <w:rFonts w:asciiTheme="minorHAnsi" w:hAnsiTheme="minorHAnsi"/>
          <w:color w:val="000000"/>
          <w:sz w:val="22"/>
          <w:szCs w:val="22"/>
        </w:rPr>
        <w:t>erent sources cited in paper</w:t>
      </w:r>
      <w:r w:rsidR="00A50DC0">
        <w:rPr>
          <w:rFonts w:asciiTheme="minorHAnsi" w:hAnsiTheme="minorHAnsi"/>
          <w:color w:val="000000"/>
          <w:sz w:val="22"/>
          <w:szCs w:val="22"/>
        </w:rPr>
        <w:t xml:space="preserve"> (no more than 7)</w:t>
      </w:r>
    </w:p>
    <w:p w:rsidR="00A943E5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</w:p>
    <w:p w:rsidR="002B24D7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2B24D7" w:rsidRPr="0078130C">
        <w:rPr>
          <w:rFonts w:asciiTheme="minorHAnsi" w:hAnsiTheme="minorHAnsi"/>
          <w:color w:val="000000"/>
          <w:sz w:val="22"/>
          <w:szCs w:val="22"/>
        </w:rPr>
        <w:t>_____  In-text Citations done correctly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>---after all direct quotes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>---at least once a paragraph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>---formatted correctly</w:t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>:   (Firstword pg#).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2B24D7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2B24D7" w:rsidRPr="0078130C">
        <w:rPr>
          <w:rFonts w:asciiTheme="minorHAnsi" w:hAnsiTheme="minorHAnsi"/>
          <w:color w:val="000000"/>
          <w:sz w:val="22"/>
          <w:szCs w:val="22"/>
        </w:rPr>
        <w:t>_____  Works Cited page done correctly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>---alphabetical order</w:t>
      </w:r>
    </w:p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="00A943E5"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>---entries formatted correctly</w:t>
      </w:r>
    </w:p>
    <w:p w:rsidR="00A943E5" w:rsidRPr="0078130C" w:rsidRDefault="00A943E5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F6B50" w:rsidRDefault="007F6B50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_____  Pages in this order:</w:t>
      </w:r>
      <w:r>
        <w:rPr>
          <w:rFonts w:asciiTheme="minorHAnsi" w:hAnsiTheme="minorHAnsi"/>
          <w:color w:val="000000"/>
          <w:sz w:val="22"/>
          <w:szCs w:val="22"/>
        </w:rPr>
        <w:tab/>
        <w:t>Title Page</w:t>
      </w:r>
    </w:p>
    <w:p w:rsidR="007F6B50" w:rsidRDefault="007F6B50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ab/>
      </w:r>
      <w:r>
        <w:rPr>
          <w:rFonts w:asciiTheme="minorHAnsi" w:hAnsiTheme="minorHAnsi"/>
          <w:color w:val="000000"/>
          <w:sz w:val="22"/>
          <w:szCs w:val="22"/>
        </w:rPr>
        <w:tab/>
      </w:r>
      <w:r>
        <w:rPr>
          <w:rFonts w:asciiTheme="minorHAnsi" w:hAnsiTheme="minorHAnsi"/>
          <w:color w:val="000000"/>
          <w:sz w:val="22"/>
          <w:szCs w:val="22"/>
        </w:rPr>
        <w:tab/>
        <w:t>Body of Paper</w:t>
      </w:r>
    </w:p>
    <w:p w:rsidR="0078130C" w:rsidRDefault="007F6B50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ab/>
      </w:r>
      <w:r>
        <w:rPr>
          <w:rFonts w:asciiTheme="minorHAnsi" w:hAnsiTheme="minorHAnsi"/>
          <w:color w:val="000000"/>
          <w:sz w:val="22"/>
          <w:szCs w:val="22"/>
        </w:rPr>
        <w:tab/>
      </w:r>
      <w:r>
        <w:rPr>
          <w:rFonts w:asciiTheme="minorHAnsi" w:hAnsiTheme="minorHAnsi"/>
          <w:color w:val="000000"/>
          <w:sz w:val="22"/>
          <w:szCs w:val="22"/>
        </w:rPr>
        <w:tab/>
        <w:t>Works Cited</w:t>
      </w:r>
    </w:p>
    <w:p w:rsidR="007F6B50" w:rsidRDefault="007F6B50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8130C" w:rsidRPr="0078130C" w:rsidRDefault="0078130C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____</w:t>
      </w:r>
      <w:proofErr w:type="gramStart"/>
      <w:r>
        <w:rPr>
          <w:rFonts w:asciiTheme="minorHAnsi" w:hAnsiTheme="minorHAnsi"/>
          <w:color w:val="000000"/>
          <w:sz w:val="22"/>
          <w:szCs w:val="22"/>
        </w:rPr>
        <w:t xml:space="preserve">_  </w:t>
      </w:r>
      <w:r w:rsidR="00026205">
        <w:rPr>
          <w:rFonts w:asciiTheme="minorHAnsi" w:hAnsiTheme="minorHAnsi"/>
          <w:color w:val="000000"/>
          <w:sz w:val="22"/>
          <w:szCs w:val="22"/>
        </w:rPr>
        <w:t>Second</w:t>
      </w:r>
      <w:proofErr w:type="gramEnd"/>
      <w:r w:rsidR="00026205">
        <w:rPr>
          <w:rFonts w:asciiTheme="minorHAnsi" w:hAnsiTheme="minorHAnsi"/>
          <w:color w:val="000000"/>
          <w:sz w:val="22"/>
          <w:szCs w:val="22"/>
        </w:rPr>
        <w:t xml:space="preserve"> Copy Sent</w:t>
      </w:r>
      <w:r w:rsidR="007F6B50">
        <w:rPr>
          <w:rFonts w:asciiTheme="minorHAnsi" w:hAnsiTheme="minorHAnsi"/>
          <w:color w:val="000000"/>
          <w:sz w:val="22"/>
          <w:szCs w:val="22"/>
        </w:rPr>
        <w:t xml:space="preserve"> </w:t>
      </w:r>
      <w:bookmarkStart w:id="0" w:name="_GoBack"/>
      <w:bookmarkEnd w:id="0"/>
      <w:r w:rsidR="007F6B50">
        <w:rPr>
          <w:rFonts w:asciiTheme="minorHAnsi" w:hAnsiTheme="minorHAnsi"/>
          <w:color w:val="000000"/>
          <w:sz w:val="22"/>
          <w:szCs w:val="22"/>
        </w:rPr>
        <w:t>Electronically and On Time</w:t>
      </w:r>
    </w:p>
    <w:p w:rsidR="0078130C" w:rsidRDefault="0078130C" w:rsidP="0078130C"/>
    <w:p w:rsidR="002B24D7" w:rsidRPr="0078130C" w:rsidRDefault="002B24D7" w:rsidP="002B24D7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A50DC0" w:rsidRDefault="00A50DC0">
      <w:r>
        <w:t>SUBMISSION ATTEMPTS:  _______________________________</w:t>
      </w:r>
    </w:p>
    <w:p w:rsidR="00A50DC0" w:rsidRDefault="00A50DC0">
      <w:r>
        <w:t>(10 point bonus for getting it right the first time!):  __________</w:t>
      </w:r>
    </w:p>
    <w:p w:rsidR="00A50DC0" w:rsidRPr="0078130C" w:rsidRDefault="00A50DC0">
      <w:r>
        <w:t>(10 points docked for each day it is late)  ___________________</w:t>
      </w:r>
    </w:p>
    <w:p w:rsidR="00A943E5" w:rsidRPr="0078130C" w:rsidRDefault="00A943E5" w:rsidP="00A943E5">
      <w:pPr>
        <w:spacing w:after="0"/>
      </w:pPr>
      <w:r w:rsidRPr="0078130C">
        <w:lastRenderedPageBreak/>
        <w:t>____</w:t>
      </w:r>
      <w:proofErr w:type="gramStart"/>
      <w:r w:rsidRPr="0078130C">
        <w:t>_  Body</w:t>
      </w:r>
      <w:proofErr w:type="gramEnd"/>
      <w:r w:rsidRPr="0078130C">
        <w:t xml:space="preserve"> is clear, focused, and interesting.  Includes:</w:t>
      </w:r>
    </w:p>
    <w:p w:rsidR="0078130C" w:rsidRDefault="0078130C" w:rsidP="00694B65">
      <w:pPr>
        <w:spacing w:after="0"/>
        <w:ind w:firstLine="720"/>
      </w:pPr>
    </w:p>
    <w:p w:rsidR="00A943E5" w:rsidRPr="0078130C" w:rsidRDefault="00694B65" w:rsidP="00694B65">
      <w:pPr>
        <w:spacing w:after="0"/>
        <w:ind w:firstLine="720"/>
      </w:pPr>
      <w:r w:rsidRPr="0078130C">
        <w:t>_____ I</w:t>
      </w:r>
      <w:r w:rsidR="00A943E5" w:rsidRPr="0078130C">
        <w:t>nteresting introduction</w:t>
      </w:r>
    </w:p>
    <w:p w:rsidR="00694B65" w:rsidRPr="0078130C" w:rsidRDefault="00694B65" w:rsidP="00A943E5">
      <w:pPr>
        <w:spacing w:after="0"/>
      </w:pPr>
      <w:r w:rsidRPr="0078130C">
        <w:tab/>
      </w:r>
    </w:p>
    <w:p w:rsidR="00A943E5" w:rsidRPr="0078130C" w:rsidRDefault="00694B65" w:rsidP="00694B65">
      <w:pPr>
        <w:spacing w:after="0"/>
        <w:ind w:firstLine="720"/>
      </w:pPr>
      <w:r w:rsidRPr="0078130C">
        <w:t>_____ E</w:t>
      </w:r>
      <w:r w:rsidR="00A943E5" w:rsidRPr="0078130C">
        <w:t>vents leading to the shunning</w:t>
      </w:r>
    </w:p>
    <w:p w:rsidR="00694B65" w:rsidRPr="0078130C" w:rsidRDefault="00694B65" w:rsidP="00A943E5">
      <w:pPr>
        <w:spacing w:after="0"/>
      </w:pPr>
      <w:r w:rsidRPr="0078130C">
        <w:tab/>
      </w:r>
    </w:p>
    <w:p w:rsidR="00A943E5" w:rsidRPr="0078130C" w:rsidRDefault="00694B65" w:rsidP="00694B65">
      <w:pPr>
        <w:spacing w:after="0"/>
        <w:ind w:firstLine="720"/>
      </w:pPr>
      <w:r w:rsidRPr="0078130C">
        <w:t>_____  H</w:t>
      </w:r>
      <w:r w:rsidR="00A943E5" w:rsidRPr="0078130C">
        <w:t>ow the person was shunned</w:t>
      </w:r>
    </w:p>
    <w:p w:rsidR="00694B65" w:rsidRPr="0078130C" w:rsidRDefault="00694B65" w:rsidP="00A943E5">
      <w:pPr>
        <w:spacing w:after="0"/>
      </w:pPr>
      <w:r w:rsidRPr="0078130C">
        <w:tab/>
      </w:r>
    </w:p>
    <w:p w:rsidR="00A943E5" w:rsidRPr="0078130C" w:rsidRDefault="00694B65" w:rsidP="00694B65">
      <w:pPr>
        <w:spacing w:after="0"/>
        <w:ind w:firstLine="720"/>
      </w:pPr>
      <w:r w:rsidRPr="0078130C">
        <w:t xml:space="preserve">_____ The </w:t>
      </w:r>
      <w:r w:rsidR="00A943E5" w:rsidRPr="0078130C">
        <w:t>shunning’s effect on the person</w:t>
      </w:r>
    </w:p>
    <w:p w:rsidR="00694B65" w:rsidRPr="0078130C" w:rsidRDefault="00694B65" w:rsidP="00A943E5">
      <w:pPr>
        <w:spacing w:after="0"/>
      </w:pPr>
      <w:r w:rsidRPr="0078130C">
        <w:tab/>
      </w:r>
    </w:p>
    <w:p w:rsidR="00A943E5" w:rsidRPr="0078130C" w:rsidRDefault="00694B65" w:rsidP="00694B65">
      <w:pPr>
        <w:spacing w:after="0"/>
        <w:ind w:firstLine="720"/>
      </w:pPr>
      <w:r w:rsidRPr="0078130C">
        <w:t>_____  C</w:t>
      </w:r>
      <w:r w:rsidR="00A943E5" w:rsidRPr="0078130C">
        <w:t>ompare/contrast to Hester</w:t>
      </w:r>
    </w:p>
    <w:p w:rsidR="00694B65" w:rsidRPr="0078130C" w:rsidRDefault="00694B65" w:rsidP="00A943E5">
      <w:pPr>
        <w:spacing w:after="0"/>
      </w:pPr>
      <w:r w:rsidRPr="0078130C">
        <w:tab/>
      </w:r>
    </w:p>
    <w:p w:rsidR="00A943E5" w:rsidRPr="0078130C" w:rsidRDefault="00694B65" w:rsidP="00694B65">
      <w:pPr>
        <w:spacing w:after="0"/>
        <w:ind w:firstLine="720"/>
      </w:pPr>
      <w:r w:rsidRPr="0078130C">
        <w:t>_____  Addresses</w:t>
      </w:r>
      <w:r w:rsidR="00A943E5" w:rsidRPr="0078130C">
        <w:t xml:space="preserve"> the societal value of public shunning</w:t>
      </w:r>
    </w:p>
    <w:p w:rsidR="0078130C" w:rsidRDefault="0078130C" w:rsidP="00694B65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8130C" w:rsidRPr="0078130C" w:rsidRDefault="0078130C" w:rsidP="0078130C">
      <w:pPr>
        <w:ind w:firstLine="720"/>
      </w:pPr>
      <w:r w:rsidRPr="0078130C">
        <w:t>_____  At least 3 pages long</w:t>
      </w:r>
    </w:p>
    <w:p w:rsidR="0078130C" w:rsidRDefault="0078130C" w:rsidP="00694B65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8130C" w:rsidRPr="0078130C" w:rsidRDefault="0078130C" w:rsidP="0078130C">
      <w:r w:rsidRPr="0078130C">
        <w:t>_____  Includes</w:t>
      </w:r>
      <w:r>
        <w:t xml:space="preserve"> at least</w:t>
      </w:r>
      <w:r w:rsidRPr="0078130C">
        <w:t xml:space="preserve"> 3 direct quotes</w:t>
      </w:r>
      <w:r>
        <w:t xml:space="preserve"> with lead-ins</w:t>
      </w:r>
    </w:p>
    <w:p w:rsidR="0078130C" w:rsidRDefault="0078130C" w:rsidP="00694B65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_____ </w:t>
      </w:r>
      <w:r w:rsidRPr="0078130C">
        <w:rPr>
          <w:rFonts w:asciiTheme="minorHAnsi" w:hAnsiTheme="minorHAnsi"/>
          <w:color w:val="000000"/>
          <w:sz w:val="22"/>
          <w:szCs w:val="22"/>
        </w:rPr>
        <w:t>Tone is appropriate for the assignment (formal tone</w:t>
      </w:r>
      <w:r>
        <w:rPr>
          <w:rFonts w:asciiTheme="minorHAnsi" w:hAnsiTheme="minorHAnsi"/>
          <w:color w:val="000000"/>
          <w:sz w:val="22"/>
          <w:szCs w:val="22"/>
        </w:rPr>
        <w:t>)</w:t>
      </w:r>
    </w:p>
    <w:p w:rsidR="00694B65" w:rsidRPr="0078130C" w:rsidRDefault="00694B65" w:rsidP="00694B65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  <w:r w:rsidRPr="0078130C">
        <w:rPr>
          <w:rFonts w:asciiTheme="minorHAnsi" w:hAnsiTheme="minorHAnsi"/>
          <w:color w:val="000000"/>
          <w:sz w:val="22"/>
          <w:szCs w:val="22"/>
        </w:rPr>
        <w:tab/>
      </w:r>
    </w:p>
    <w:p w:rsidR="00694B65" w:rsidRPr="0078130C" w:rsidRDefault="0078130C" w:rsidP="00694B65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_____ </w:t>
      </w:r>
      <w:r w:rsidR="00694B65" w:rsidRPr="0078130C">
        <w:rPr>
          <w:rFonts w:asciiTheme="minorHAnsi" w:hAnsiTheme="minorHAnsi"/>
          <w:color w:val="000000"/>
          <w:sz w:val="22"/>
          <w:szCs w:val="22"/>
        </w:rPr>
        <w:t xml:space="preserve"> Sentences read fluently; no run-ons or fragments</w:t>
      </w:r>
    </w:p>
    <w:p w:rsidR="0078130C" w:rsidRDefault="0078130C" w:rsidP="0078130C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8130C" w:rsidRPr="0078130C" w:rsidRDefault="0078130C" w:rsidP="0078130C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_____  </w:t>
      </w:r>
      <w:r w:rsidRPr="0078130C">
        <w:rPr>
          <w:rFonts w:asciiTheme="minorHAnsi" w:hAnsiTheme="minorHAnsi"/>
          <w:color w:val="000000"/>
          <w:sz w:val="22"/>
          <w:szCs w:val="22"/>
        </w:rPr>
        <w:t xml:space="preserve"> Transitions move reader smoothly from one idea</w:t>
      </w:r>
    </w:p>
    <w:p w:rsidR="0078130C" w:rsidRPr="0078130C" w:rsidRDefault="0078130C" w:rsidP="0078130C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</w:p>
    <w:p w:rsidR="0078130C" w:rsidRPr="0078130C" w:rsidRDefault="0078130C" w:rsidP="0078130C">
      <w:pPr>
        <w:pStyle w:val="HTMLPreformatted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_____ </w:t>
      </w:r>
      <w:r w:rsidRPr="0078130C">
        <w:rPr>
          <w:rFonts w:asciiTheme="minorHAnsi" w:hAnsiTheme="minorHAnsi"/>
          <w:color w:val="000000"/>
          <w:sz w:val="22"/>
          <w:szCs w:val="22"/>
        </w:rPr>
        <w:t xml:space="preserve">  Few</w:t>
      </w:r>
      <w:r w:rsidR="00D64943">
        <w:rPr>
          <w:rFonts w:asciiTheme="minorHAnsi" w:hAnsiTheme="minorHAnsi"/>
          <w:color w:val="000000"/>
          <w:sz w:val="22"/>
          <w:szCs w:val="22"/>
        </w:rPr>
        <w:t>,</w:t>
      </w:r>
      <w:r w:rsidRPr="0078130C">
        <w:rPr>
          <w:rFonts w:asciiTheme="minorHAnsi" w:hAnsiTheme="minorHAnsi"/>
          <w:color w:val="000000"/>
          <w:sz w:val="22"/>
          <w:szCs w:val="22"/>
        </w:rPr>
        <w:t xml:space="preserve"> if any</w:t>
      </w:r>
      <w:r w:rsidR="00D64943">
        <w:rPr>
          <w:rFonts w:asciiTheme="minorHAnsi" w:hAnsiTheme="minorHAnsi"/>
          <w:color w:val="000000"/>
          <w:sz w:val="22"/>
          <w:szCs w:val="22"/>
        </w:rPr>
        <w:t>,</w:t>
      </w:r>
      <w:r w:rsidRPr="0078130C">
        <w:rPr>
          <w:rFonts w:asciiTheme="minorHAnsi" w:hAnsiTheme="minorHAnsi"/>
          <w:color w:val="000000"/>
          <w:sz w:val="22"/>
          <w:szCs w:val="22"/>
        </w:rPr>
        <w:t xml:space="preserve"> grammatical, spelling or mechanical errors</w:t>
      </w:r>
    </w:p>
    <w:p w:rsidR="00694B65" w:rsidRPr="0078130C" w:rsidRDefault="00694B65"/>
    <w:p w:rsidR="0078130C" w:rsidRDefault="0078130C"/>
    <w:p w:rsidR="00A50DC0" w:rsidRPr="0078130C" w:rsidRDefault="00A50DC0">
      <w:r w:rsidRPr="00A50DC0">
        <w:rPr>
          <w:sz w:val="28"/>
          <w:szCs w:val="28"/>
        </w:rPr>
        <w:t>FINAL GRADE:</w:t>
      </w:r>
      <w:r>
        <w:t xml:space="preserve">  _______________________________</w:t>
      </w:r>
    </w:p>
    <w:sectPr w:rsidR="00A50DC0" w:rsidRPr="0078130C" w:rsidSect="00694B65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7C2"/>
    <w:rsid w:val="000050C0"/>
    <w:rsid w:val="00026205"/>
    <w:rsid w:val="002B24D7"/>
    <w:rsid w:val="003D06F6"/>
    <w:rsid w:val="00694B65"/>
    <w:rsid w:val="007120A8"/>
    <w:rsid w:val="007526EC"/>
    <w:rsid w:val="0078130C"/>
    <w:rsid w:val="007E47C2"/>
    <w:rsid w:val="007F6B50"/>
    <w:rsid w:val="00904197"/>
    <w:rsid w:val="00A02D84"/>
    <w:rsid w:val="00A50DC0"/>
    <w:rsid w:val="00A943E5"/>
    <w:rsid w:val="00D05E85"/>
    <w:rsid w:val="00D64943"/>
    <w:rsid w:val="00E8382D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A02D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02D8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7526E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E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A02D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02D8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7526E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E0EAD-271D-4338-B2C3-131C2AE24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FE1B46CF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USD 373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Bergman, Cathlina</dc:creator>
  <cp:lastModifiedBy>Bergman, Cathlina</cp:lastModifiedBy>
  <cp:revision>4</cp:revision>
  <cp:lastPrinted>2012-11-04T21:46:00Z</cp:lastPrinted>
  <dcterms:created xsi:type="dcterms:W3CDTF">2015-10-07T19:00:00Z</dcterms:created>
  <dcterms:modified xsi:type="dcterms:W3CDTF">2015-10-07T21:10:00Z</dcterms:modified>
</cp:coreProperties>
</file>