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5F5" w:rsidRDefault="00C375F5" w:rsidP="00C375F5">
      <w:pPr>
        <w:spacing w:after="0" w:line="48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Outline</w:t>
      </w:r>
    </w:p>
    <w:p w:rsidR="00C375F5" w:rsidRPr="007678C7" w:rsidRDefault="00C375F5" w:rsidP="007678C7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4D3B6A">
        <w:rPr>
          <w:rFonts w:ascii="Times New Roman" w:hAnsi="Times New Roman"/>
          <w:color w:val="FF0000"/>
          <w:sz w:val="24"/>
          <w:szCs w:val="24"/>
        </w:rPr>
        <w:t>Introduction</w:t>
      </w:r>
      <w:r w:rsidR="007678C7">
        <w:rPr>
          <w:rFonts w:ascii="Times New Roman" w:hAnsi="Times New Roman"/>
          <w:sz w:val="24"/>
          <w:szCs w:val="24"/>
        </w:rPr>
        <w:t xml:space="preserve">---topic:  Donatello </w:t>
      </w:r>
      <w:proofErr w:type="spellStart"/>
      <w:r w:rsidR="007678C7">
        <w:rPr>
          <w:rFonts w:ascii="Times New Roman" w:hAnsi="Times New Roman"/>
          <w:sz w:val="24"/>
          <w:szCs w:val="24"/>
        </w:rPr>
        <w:t>Nobaddi</w:t>
      </w:r>
      <w:proofErr w:type="spellEnd"/>
    </w:p>
    <w:p w:rsidR="00C375F5" w:rsidRDefault="007678C7" w:rsidP="007678C7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Life as a Mobster</w:t>
      </w:r>
    </w:p>
    <w:p w:rsidR="007678C7" w:rsidRPr="007678C7" w:rsidRDefault="007678C7" w:rsidP="007678C7">
      <w:pPr>
        <w:pStyle w:val="ListParagraph"/>
        <w:numPr>
          <w:ilvl w:val="1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Induction into Mobs “R” Us</w:t>
      </w:r>
    </w:p>
    <w:p w:rsidR="00C375F5" w:rsidRDefault="007678C7" w:rsidP="007678C7">
      <w:pPr>
        <w:pStyle w:val="ListParagraph"/>
        <w:numPr>
          <w:ilvl w:val="1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Murder of Jim </w:t>
      </w:r>
      <w:proofErr w:type="spellStart"/>
      <w:r>
        <w:rPr>
          <w:rFonts w:ascii="Times New Roman" w:hAnsi="Times New Roman"/>
          <w:sz w:val="24"/>
          <w:szCs w:val="24"/>
        </w:rPr>
        <w:t>Nasium</w:t>
      </w:r>
      <w:proofErr w:type="spellEnd"/>
    </w:p>
    <w:p w:rsidR="007678C7" w:rsidRDefault="007678C7" w:rsidP="007678C7">
      <w:pPr>
        <w:pStyle w:val="ListParagraph"/>
        <w:numPr>
          <w:ilvl w:val="2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Body found</w:t>
      </w:r>
    </w:p>
    <w:p w:rsidR="007678C7" w:rsidRDefault="007678C7" w:rsidP="007678C7">
      <w:pPr>
        <w:pStyle w:val="ListParagraph"/>
        <w:numPr>
          <w:ilvl w:val="2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Police investigation</w:t>
      </w:r>
    </w:p>
    <w:p w:rsidR="007678C7" w:rsidRPr="007678C7" w:rsidRDefault="007678C7" w:rsidP="007678C7">
      <w:pPr>
        <w:pStyle w:val="ListParagraph"/>
        <w:numPr>
          <w:ilvl w:val="3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7678C7">
        <w:rPr>
          <w:rFonts w:ascii="Times New Roman" w:hAnsi="Times New Roman"/>
          <w:sz w:val="24"/>
          <w:szCs w:val="24"/>
        </w:rPr>
        <w:t>Initial suspects</w:t>
      </w:r>
    </w:p>
    <w:p w:rsidR="007678C7" w:rsidRPr="007678C7" w:rsidRDefault="007678C7" w:rsidP="007678C7">
      <w:pPr>
        <w:pStyle w:val="ListParagraph"/>
        <w:numPr>
          <w:ilvl w:val="4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7678C7">
        <w:rPr>
          <w:rFonts w:ascii="Times New Roman" w:hAnsi="Times New Roman"/>
          <w:sz w:val="24"/>
          <w:szCs w:val="24"/>
        </w:rPr>
        <w:t>Donald Trump</w:t>
      </w:r>
    </w:p>
    <w:p w:rsidR="007678C7" w:rsidRDefault="007678C7" w:rsidP="007678C7">
      <w:pPr>
        <w:pStyle w:val="ListParagraph"/>
        <w:numPr>
          <w:ilvl w:val="4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Ryan </w:t>
      </w:r>
      <w:proofErr w:type="spellStart"/>
      <w:r>
        <w:rPr>
          <w:rFonts w:ascii="Times New Roman" w:hAnsi="Times New Roman"/>
          <w:sz w:val="24"/>
          <w:szCs w:val="24"/>
        </w:rPr>
        <w:t>Seacrest</w:t>
      </w:r>
      <w:proofErr w:type="spellEnd"/>
    </w:p>
    <w:p w:rsidR="007678C7" w:rsidRDefault="007678C7" w:rsidP="007678C7">
      <w:pPr>
        <w:pStyle w:val="ListParagraph"/>
        <w:numPr>
          <w:ilvl w:val="3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Nobaddi</w:t>
      </w:r>
      <w:proofErr w:type="spellEnd"/>
      <w:r>
        <w:rPr>
          <w:rFonts w:ascii="Times New Roman" w:hAnsi="Times New Roman"/>
          <w:sz w:val="24"/>
          <w:szCs w:val="24"/>
        </w:rPr>
        <w:t xml:space="preserve"> a “person of interest”</w:t>
      </w:r>
    </w:p>
    <w:p w:rsidR="007678C7" w:rsidRPr="007678C7" w:rsidRDefault="007678C7" w:rsidP="007678C7">
      <w:pPr>
        <w:pStyle w:val="ListParagraph"/>
        <w:numPr>
          <w:ilvl w:val="3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Official arrest</w:t>
      </w:r>
    </w:p>
    <w:p w:rsidR="007678C7" w:rsidRDefault="007678C7" w:rsidP="007678C7">
      <w:pPr>
        <w:pStyle w:val="ListParagraph"/>
        <w:numPr>
          <w:ilvl w:val="1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Trial and Acquittal</w:t>
      </w:r>
    </w:p>
    <w:p w:rsidR="007678C7" w:rsidRDefault="007678C7" w:rsidP="007678C7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Shunning</w:t>
      </w:r>
    </w:p>
    <w:p w:rsidR="007678C7" w:rsidRDefault="007678C7" w:rsidP="007678C7">
      <w:pPr>
        <w:pStyle w:val="ListParagraph"/>
        <w:numPr>
          <w:ilvl w:val="1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Public Reaction to Trial </w:t>
      </w:r>
      <w:r w:rsidR="004D3B6A">
        <w:rPr>
          <w:rFonts w:ascii="Times New Roman" w:hAnsi="Times New Roman"/>
          <w:sz w:val="24"/>
          <w:szCs w:val="24"/>
        </w:rPr>
        <w:t>Statements</w:t>
      </w:r>
    </w:p>
    <w:p w:rsidR="007678C7" w:rsidRDefault="007678C7" w:rsidP="007678C7">
      <w:pPr>
        <w:pStyle w:val="ListParagraph"/>
        <w:numPr>
          <w:ilvl w:val="2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“Killing is cool!”</w:t>
      </w:r>
    </w:p>
    <w:p w:rsidR="00712B1F" w:rsidRPr="007678C7" w:rsidRDefault="007678C7" w:rsidP="007678C7">
      <w:pPr>
        <w:pStyle w:val="ListParagraph"/>
        <w:numPr>
          <w:ilvl w:val="2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“Puppies are ugly, so there!”</w:t>
      </w:r>
    </w:p>
    <w:p w:rsidR="002649C0" w:rsidRDefault="007678C7" w:rsidP="007678C7">
      <w:pPr>
        <w:pStyle w:val="ListParagraph"/>
        <w:numPr>
          <w:ilvl w:val="1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Tabloid Coverage</w:t>
      </w:r>
    </w:p>
    <w:p w:rsidR="007678C7" w:rsidRDefault="001453B5" w:rsidP="007678C7">
      <w:pPr>
        <w:pStyle w:val="ListParagraph"/>
        <w:numPr>
          <w:ilvl w:val="1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Paparazzi</w:t>
      </w:r>
    </w:p>
    <w:p w:rsidR="007678C7" w:rsidRDefault="007678C7" w:rsidP="007678C7">
      <w:pPr>
        <w:pStyle w:val="ListParagraph"/>
        <w:numPr>
          <w:ilvl w:val="2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Photographer who stalked Donatello</w:t>
      </w:r>
    </w:p>
    <w:p w:rsidR="007678C7" w:rsidRDefault="007678C7" w:rsidP="007678C7">
      <w:pPr>
        <w:pStyle w:val="ListParagraph"/>
        <w:numPr>
          <w:ilvl w:val="2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Photographer found dead</w:t>
      </w:r>
    </w:p>
    <w:p w:rsidR="007678C7" w:rsidRDefault="007678C7" w:rsidP="007678C7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Results of Shunning</w:t>
      </w:r>
    </w:p>
    <w:p w:rsidR="007678C7" w:rsidRDefault="007678C7" w:rsidP="007678C7">
      <w:pPr>
        <w:pStyle w:val="ListParagraph"/>
        <w:numPr>
          <w:ilvl w:val="1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Movie deal</w:t>
      </w:r>
    </w:p>
    <w:p w:rsidR="007678C7" w:rsidRDefault="007678C7" w:rsidP="007678C7">
      <w:pPr>
        <w:pStyle w:val="ListParagraph"/>
        <w:numPr>
          <w:ilvl w:val="1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Lost construction contracts</w:t>
      </w:r>
    </w:p>
    <w:p w:rsidR="007678C7" w:rsidRPr="004D3B6A" w:rsidRDefault="007678C7" w:rsidP="007678C7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color w:val="FF0000"/>
          <w:sz w:val="24"/>
          <w:szCs w:val="24"/>
        </w:rPr>
      </w:pPr>
      <w:r w:rsidRPr="004D3B6A">
        <w:rPr>
          <w:rFonts w:ascii="Times New Roman" w:hAnsi="Times New Roman"/>
          <w:color w:val="FF0000"/>
          <w:sz w:val="24"/>
          <w:szCs w:val="24"/>
        </w:rPr>
        <w:t>Comparison to Hester</w:t>
      </w:r>
    </w:p>
    <w:p w:rsidR="007678C7" w:rsidRPr="004D3B6A" w:rsidRDefault="007678C7" w:rsidP="007678C7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color w:val="FF0000"/>
          <w:sz w:val="24"/>
          <w:szCs w:val="24"/>
        </w:rPr>
      </w:pPr>
      <w:r w:rsidRPr="004D3B6A">
        <w:rPr>
          <w:rFonts w:ascii="Times New Roman" w:hAnsi="Times New Roman"/>
          <w:color w:val="FF0000"/>
          <w:sz w:val="24"/>
          <w:szCs w:val="24"/>
        </w:rPr>
        <w:t>Conclusion—the value of shunning</w:t>
      </w:r>
      <w:bookmarkStart w:id="0" w:name="_GoBack"/>
      <w:bookmarkEnd w:id="0"/>
    </w:p>
    <w:sectPr w:rsidR="007678C7" w:rsidRPr="004D3B6A" w:rsidSect="009972C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05F" w:rsidRDefault="0087205F" w:rsidP="0087205F">
      <w:pPr>
        <w:spacing w:after="0" w:line="240" w:lineRule="auto"/>
      </w:pPr>
      <w:r>
        <w:separator/>
      </w:r>
    </w:p>
  </w:endnote>
  <w:endnote w:type="continuationSeparator" w:id="0">
    <w:p w:rsidR="0087205F" w:rsidRDefault="0087205F" w:rsidP="00872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05F" w:rsidRDefault="0087205F" w:rsidP="0087205F">
      <w:pPr>
        <w:spacing w:after="0" w:line="240" w:lineRule="auto"/>
      </w:pPr>
      <w:r>
        <w:separator/>
      </w:r>
    </w:p>
  </w:footnote>
  <w:footnote w:type="continuationSeparator" w:id="0">
    <w:p w:rsidR="0087205F" w:rsidRDefault="0087205F" w:rsidP="008720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05F" w:rsidRDefault="00C43D53">
    <w:pPr>
      <w:pStyle w:val="Header"/>
    </w:pPr>
    <w:r>
      <w:t xml:space="preserve">*Items in </w:t>
    </w:r>
    <w:r>
      <w:rPr>
        <w:color w:val="FF0000"/>
      </w:rPr>
      <w:t>RED</w:t>
    </w:r>
    <w:r>
      <w:t xml:space="preserve"> should be included in your outline, too.</w:t>
    </w:r>
    <w:r w:rsidR="0087205F">
      <w:tab/>
    </w:r>
    <w:proofErr w:type="spellStart"/>
    <w:r w:rsidR="0087205F">
      <w:t>LastName</w:t>
    </w:r>
    <w:proofErr w:type="spellEnd"/>
    <w:r w:rsidR="0087205F">
      <w:t xml:space="preserve"> 5</w:t>
    </w:r>
  </w:p>
  <w:p w:rsidR="0087205F" w:rsidRDefault="008720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052AA"/>
    <w:multiLevelType w:val="hybridMultilevel"/>
    <w:tmpl w:val="5D60BFF0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0409000F">
      <w:start w:val="1"/>
      <w:numFmt w:val="decimal"/>
      <w:lvlText w:val="%3."/>
      <w:lvlJc w:val="left"/>
      <w:pPr>
        <w:ind w:left="1620" w:hanging="180"/>
      </w:pPr>
    </w:lvl>
    <w:lvl w:ilvl="3" w:tplc="67F46584">
      <w:start w:val="1"/>
      <w:numFmt w:val="lowerLetter"/>
      <w:lvlText w:val="%4."/>
      <w:lvlJc w:val="left"/>
      <w:pPr>
        <w:ind w:left="2520" w:hanging="360"/>
      </w:pPr>
      <w:rPr>
        <w:rFonts w:ascii="Times New Roman" w:eastAsia="Calibri" w:hAnsi="Times New Roman" w:cs="Times New Roman"/>
      </w:rPr>
    </w:lvl>
    <w:lvl w:ilvl="4" w:tplc="0FDE2CD4">
      <w:start w:val="1"/>
      <w:numFmt w:val="lowerRoman"/>
      <w:lvlText w:val="%5."/>
      <w:lvlJc w:val="left"/>
      <w:pPr>
        <w:ind w:left="3240" w:hanging="360"/>
      </w:pPr>
      <w:rPr>
        <w:rFonts w:ascii="Times New Roman" w:eastAsia="Calibri" w:hAnsi="Times New Roman"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281"/>
    <w:rsid w:val="001453B5"/>
    <w:rsid w:val="00152D78"/>
    <w:rsid w:val="002649C0"/>
    <w:rsid w:val="004D3B6A"/>
    <w:rsid w:val="00712B1F"/>
    <w:rsid w:val="007678C7"/>
    <w:rsid w:val="007E1281"/>
    <w:rsid w:val="0087205F"/>
    <w:rsid w:val="008A38DF"/>
    <w:rsid w:val="009972C6"/>
    <w:rsid w:val="00C375F5"/>
    <w:rsid w:val="00C43D53"/>
    <w:rsid w:val="00E02D3F"/>
    <w:rsid w:val="00FD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2C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75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20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205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720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205F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2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0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2C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75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20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205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720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205F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2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44105591</Template>
  <TotalTime>2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Newton Public Schools</Company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Bergman, Cathlina</cp:lastModifiedBy>
  <cp:revision>3</cp:revision>
  <dcterms:created xsi:type="dcterms:W3CDTF">2015-10-21T15:21:00Z</dcterms:created>
  <dcterms:modified xsi:type="dcterms:W3CDTF">2015-10-21T15:22:00Z</dcterms:modified>
</cp:coreProperties>
</file>