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89D" w:rsidRPr="009C689D" w:rsidRDefault="009A44CB" w:rsidP="00E610C3">
      <w:pPr>
        <w:spacing w:after="0" w:line="48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-151765</wp:posOffset>
                </wp:positionH>
                <wp:positionV relativeFrom="paragraph">
                  <wp:posOffset>-327660</wp:posOffset>
                </wp:positionV>
                <wp:extent cx="1284605" cy="560070"/>
                <wp:effectExtent l="10160" t="5715" r="10160" b="571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4605" cy="560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59C3" w:rsidRPr="000F03E6" w:rsidRDefault="00CD3A53" w:rsidP="00055E8C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 Tab h</w:t>
                            </w:r>
                            <w:r w:rsidR="00A159C3" w:rsidRPr="000F03E6">
                              <w:rPr>
                                <w:sz w:val="28"/>
                                <w:szCs w:val="28"/>
                              </w:rPr>
                              <w:t>anging indent</w:t>
                            </w:r>
                            <w:r w:rsidR="00055E8C" w:rsidRPr="000F03E6">
                              <w:rPr>
                                <w:sz w:val="28"/>
                                <w:szCs w:val="28"/>
                              </w:rPr>
                              <w:t>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11.95pt;margin-top:-25.8pt;width:101.15pt;height:44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">
                <v:textbox>
                  <w:txbxContent>
                    <w:p w:rsidR="00A159C3" w:rsidRPr="000F03E6" w:rsidRDefault="00CD3A53" w:rsidP="00055E8C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1 Tab h</w:t>
                      </w:r>
                      <w:r w:rsidR="00A159C3" w:rsidRPr="000F03E6">
                        <w:rPr>
                          <w:sz w:val="28"/>
                          <w:szCs w:val="28"/>
                        </w:rPr>
                        <w:t>anging indent</w:t>
                      </w:r>
                      <w:r w:rsidR="00055E8C" w:rsidRPr="000F03E6">
                        <w:rPr>
                          <w:sz w:val="28"/>
                          <w:szCs w:val="28"/>
                        </w:rPr>
                        <w:t>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-151765</wp:posOffset>
                </wp:positionH>
                <wp:positionV relativeFrom="paragraph">
                  <wp:posOffset>13335</wp:posOffset>
                </wp:positionV>
                <wp:extent cx="0" cy="822325"/>
                <wp:effectExtent l="10160" t="13335" r="8890" b="12065"/>
                <wp:wrapNone/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223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margin-left:-11.95pt;margin-top:1.05pt;width:0;height:6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"/>
            </w:pict>
          </mc:Fallback>
        </mc:AlternateContent>
      </w:r>
      <w:r w:rsidR="009C689D" w:rsidRPr="009C689D">
        <w:rPr>
          <w:rFonts w:ascii="Times New Roman" w:eastAsia="Times New Roman" w:hAnsi="Times New Roman" w:cs="Times New Roman"/>
          <w:color w:val="000000"/>
          <w:sz w:val="28"/>
          <w:szCs w:val="28"/>
        </w:rPr>
        <w:t>Works Cited</w:t>
      </w:r>
    </w:p>
    <w:p w:rsidR="009C689D" w:rsidRPr="009C689D" w:rsidRDefault="009A44CB" w:rsidP="003378E2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-151765</wp:posOffset>
                </wp:positionH>
                <wp:positionV relativeFrom="paragraph">
                  <wp:posOffset>426720</wp:posOffset>
                </wp:positionV>
                <wp:extent cx="548640" cy="635"/>
                <wp:effectExtent l="10160" t="54610" r="22225" b="5905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-11.95pt;margin-top:33.6pt;width:43.2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">
                <v:stroke endarrow="block"/>
              </v:shape>
            </w:pict>
          </mc:Fallback>
        </mc:AlternateContent>
      </w:r>
      <w:r w:rsidR="009C689D" w:rsidRPr="009C6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"Blueprint Lays Out Clear Path for Climate Action." </w:t>
      </w:r>
      <w:r w:rsidR="009C689D" w:rsidRPr="00E610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Environmental Defense Fund</w:t>
      </w:r>
      <w:r w:rsidR="009C689D" w:rsidRPr="009C689D">
        <w:rPr>
          <w:rFonts w:ascii="Times New Roman" w:eastAsia="Times New Roman" w:hAnsi="Times New Roman" w:cs="Times New Roman"/>
          <w:color w:val="000000"/>
          <w:sz w:val="24"/>
          <w:szCs w:val="24"/>
        </w:rPr>
        <w:t>. Environmental Defense Fund, 8 May 2007. Web. 24 May 2009.</w:t>
      </w:r>
    </w:p>
    <w:p w:rsidR="009C689D" w:rsidRPr="009C689D" w:rsidRDefault="009C689D" w:rsidP="003378E2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6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Clinton, Bill. Interview by Andrew C. Revkin. “Clinton on Climate Change.” </w:t>
      </w:r>
      <w:r w:rsidRPr="00E610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New York Times</w:t>
      </w:r>
      <w:r w:rsidRPr="009C689D">
        <w:rPr>
          <w:rFonts w:ascii="Times New Roman" w:eastAsia="Times New Roman" w:hAnsi="Times New Roman" w:cs="Times New Roman"/>
          <w:color w:val="000000"/>
          <w:sz w:val="24"/>
          <w:szCs w:val="24"/>
        </w:rPr>
        <w:t>. New York Times, May 2007. Web. 25 May 2009.</w:t>
      </w:r>
    </w:p>
    <w:p w:rsidR="009C689D" w:rsidRPr="009C689D" w:rsidRDefault="00CD3A53" w:rsidP="003378E2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Clinton, Bill. </w:t>
      </w:r>
      <w:r w:rsidR="009C689D" w:rsidRPr="009C689D"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My Life in the White House.</w:t>
      </w:r>
      <w:r w:rsidR="009C689D" w:rsidRPr="009C6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" </w:t>
      </w:r>
      <w:r w:rsidR="009C689D" w:rsidRPr="00E610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New York Times</w:t>
      </w:r>
      <w:r w:rsidR="009C689D" w:rsidRPr="009C689D">
        <w:rPr>
          <w:rFonts w:ascii="Times New Roman" w:eastAsia="Times New Roman" w:hAnsi="Times New Roman" w:cs="Times New Roman"/>
          <w:color w:val="000000"/>
          <w:sz w:val="24"/>
          <w:szCs w:val="24"/>
        </w:rPr>
        <w:t>. New Y</w:t>
      </w:r>
      <w:bookmarkStart w:id="0" w:name="_GoBack"/>
      <w:bookmarkEnd w:id="0"/>
      <w:r w:rsidR="009C689D" w:rsidRPr="009C689D">
        <w:rPr>
          <w:rFonts w:ascii="Times New Roman" w:eastAsia="Times New Roman" w:hAnsi="Times New Roman" w:cs="Times New Roman"/>
          <w:color w:val="000000"/>
          <w:sz w:val="24"/>
          <w:szCs w:val="24"/>
        </w:rPr>
        <w:t>ork Times, 22 May 2007. Web. 25 May 2009.</w:t>
      </w:r>
    </w:p>
    <w:p w:rsidR="009C689D" w:rsidRPr="009C689D" w:rsidRDefault="009C689D" w:rsidP="003378E2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6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Ebert, Roger. "An Inconvenient Truth." Rev. of </w:t>
      </w:r>
      <w:r w:rsidRPr="00E610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An Inconvenient Truth</w:t>
      </w:r>
      <w:r w:rsidRPr="009C6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dir. Davis Guggenheim. </w:t>
      </w:r>
      <w:r w:rsidRPr="00E610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Rogerebert.com</w:t>
      </w:r>
      <w:r w:rsidRPr="009C689D">
        <w:rPr>
          <w:rFonts w:ascii="Times New Roman" w:eastAsia="Times New Roman" w:hAnsi="Times New Roman" w:cs="Times New Roman"/>
          <w:color w:val="000000"/>
          <w:sz w:val="24"/>
          <w:szCs w:val="24"/>
        </w:rPr>
        <w:t>. Sun-Times News Group, 2 June 2006. Web. 24 May 2009.</w:t>
      </w:r>
    </w:p>
    <w:p w:rsidR="009C689D" w:rsidRPr="009C689D" w:rsidRDefault="009C689D" w:rsidP="003378E2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10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GlobalWarming.org</w:t>
      </w:r>
      <w:r w:rsidRPr="009C689D">
        <w:rPr>
          <w:rFonts w:ascii="Times New Roman" w:eastAsia="Times New Roman" w:hAnsi="Times New Roman" w:cs="Times New Roman"/>
          <w:color w:val="000000"/>
          <w:sz w:val="24"/>
          <w:szCs w:val="24"/>
        </w:rPr>
        <w:t>. Cooler Heads Coalition, 2007. Web. 24 May 2009.</w:t>
      </w:r>
    </w:p>
    <w:p w:rsidR="009C689D" w:rsidRPr="009C689D" w:rsidRDefault="009C689D" w:rsidP="003378E2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10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An Inconvenient Truth</w:t>
      </w:r>
      <w:r w:rsidRPr="009C689D">
        <w:rPr>
          <w:rFonts w:ascii="Times New Roman" w:eastAsia="Times New Roman" w:hAnsi="Times New Roman" w:cs="Times New Roman"/>
          <w:color w:val="000000"/>
          <w:sz w:val="24"/>
          <w:szCs w:val="24"/>
        </w:rPr>
        <w:t>. Dir. Davis Guggenheim. Perf. Al Gore, Billy West. Paramount, 2006. DVD.</w:t>
      </w:r>
    </w:p>
    <w:p w:rsidR="009C689D" w:rsidRPr="009C689D" w:rsidRDefault="009C689D" w:rsidP="003378E2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6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Leroux, Marcel. </w:t>
      </w:r>
      <w:r w:rsidRPr="00E610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Global Warming: Myth Or Reality?: The Erring Ways of Climatology</w:t>
      </w:r>
      <w:r w:rsidRPr="009C689D">
        <w:rPr>
          <w:rFonts w:ascii="Times New Roman" w:eastAsia="Times New Roman" w:hAnsi="Times New Roman" w:cs="Times New Roman"/>
          <w:color w:val="000000"/>
          <w:sz w:val="24"/>
          <w:szCs w:val="24"/>
        </w:rPr>
        <w:t>. New York: Springer, 2005. Print.</w:t>
      </w:r>
    </w:p>
    <w:p w:rsidR="00286204" w:rsidRPr="00E610C3" w:rsidRDefault="009A44CB" w:rsidP="00E610C3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-78105</wp:posOffset>
                </wp:positionH>
                <wp:positionV relativeFrom="paragraph">
                  <wp:posOffset>73660</wp:posOffset>
                </wp:positionV>
                <wp:extent cx="6096635" cy="3641090"/>
                <wp:effectExtent l="7620" t="9525" r="10795" b="698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635" cy="3641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5E8C" w:rsidRPr="0037078F" w:rsidRDefault="0037078F" w:rsidP="00055E8C">
                            <w:pPr>
                              <w:spacing w:after="0" w:line="240" w:lineRule="auto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37078F">
                              <w:rPr>
                                <w:b/>
                                <w:sz w:val="32"/>
                                <w:szCs w:val="32"/>
                              </w:rPr>
                              <w:t>How to Turn an Annotated Bibliography into a Works Cited Page</w:t>
                            </w:r>
                            <w:r w:rsidR="00055E8C" w:rsidRPr="0037078F">
                              <w:rPr>
                                <w:b/>
                                <w:sz w:val="32"/>
                                <w:szCs w:val="32"/>
                              </w:rPr>
                              <w:t>:</w:t>
                            </w:r>
                          </w:p>
                          <w:p w:rsidR="0037078F" w:rsidRPr="00CD3A53" w:rsidRDefault="0037078F" w:rsidP="00055E8C">
                            <w:pPr>
                              <w:spacing w:after="0" w:line="240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CD3A53" w:rsidRDefault="00CD3A53" w:rsidP="00CD3A5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Start</w:t>
                            </w:r>
                            <w:r w:rsidRPr="00055E8C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37078F">
                              <w:rPr>
                                <w:sz w:val="28"/>
                                <w:szCs w:val="28"/>
                              </w:rPr>
                              <w:t>with your Annotated Bibliography.</w:t>
                            </w:r>
                          </w:p>
                          <w:p w:rsidR="0037078F" w:rsidRDefault="0037078F" w:rsidP="00CD3A5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Change the title from “Annotated Bibliography” to “Works Cited.”</w:t>
                            </w:r>
                          </w:p>
                          <w:p w:rsidR="0037078F" w:rsidRDefault="0037078F" w:rsidP="00CD3A5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Remove the following:  MLA heading, all annotation, any sources you did not CITE in your paper.</w:t>
                            </w:r>
                          </w:p>
                          <w:p w:rsidR="0037078F" w:rsidRPr="00055E8C" w:rsidRDefault="0037078F" w:rsidP="00CD3A5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Add your last name and the page number to the top right-hand corner.</w:t>
                            </w:r>
                          </w:p>
                          <w:p w:rsidR="0037078F" w:rsidRDefault="0037078F" w:rsidP="00055E8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Check alphabetizing and formatting:  </w:t>
                            </w:r>
                            <w:r w:rsidR="00CD3A53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055E8C" w:rsidRDefault="0037078F" w:rsidP="0037078F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L</w:t>
                            </w:r>
                            <w:r w:rsidR="00CD3A53">
                              <w:rPr>
                                <w:sz w:val="28"/>
                                <w:szCs w:val="28"/>
                              </w:rPr>
                              <w:t xml:space="preserve">ist by first word (ignoring </w:t>
                            </w:r>
                            <w:r w:rsidR="00CD3A53">
                              <w:rPr>
                                <w:i/>
                                <w:sz w:val="28"/>
                                <w:szCs w:val="28"/>
                              </w:rPr>
                              <w:t>a</w:t>
                            </w:r>
                            <w:r w:rsidR="00CD3A53">
                              <w:rPr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="00CD3A53">
                              <w:rPr>
                                <w:i/>
                                <w:sz w:val="28"/>
                                <w:szCs w:val="28"/>
                              </w:rPr>
                              <w:t xml:space="preserve">an, </w:t>
                            </w:r>
                            <w:r w:rsidR="00CD3A53">
                              <w:rPr>
                                <w:sz w:val="28"/>
                                <w:szCs w:val="28"/>
                              </w:rPr>
                              <w:t xml:space="preserve">or </w:t>
                            </w:r>
                            <w:r w:rsidR="00CD3A53">
                              <w:rPr>
                                <w:i/>
                                <w:sz w:val="28"/>
                                <w:szCs w:val="28"/>
                              </w:rPr>
                              <w:t>the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).</w:t>
                            </w:r>
                          </w:p>
                          <w:p w:rsidR="00CD3A53" w:rsidRDefault="00CD3A53" w:rsidP="0037078F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Numbers</w:t>
                            </w:r>
                            <w:r w:rsidR="0037078F">
                              <w:rPr>
                                <w:sz w:val="28"/>
                                <w:szCs w:val="28"/>
                              </w:rPr>
                              <w:t xml:space="preserve"> go before A-Z in alphabetizing.</w:t>
                            </w:r>
                          </w:p>
                          <w:p w:rsidR="00CD3A53" w:rsidRPr="00055E8C" w:rsidRDefault="00CD3A53" w:rsidP="0037078F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If citations start the same, alphabetize by the first different word.</w:t>
                            </w:r>
                          </w:p>
                          <w:p w:rsidR="00055E8C" w:rsidRPr="00055E8C" w:rsidRDefault="00055E8C" w:rsidP="0037078F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055E8C">
                              <w:rPr>
                                <w:sz w:val="28"/>
                                <w:szCs w:val="28"/>
                              </w:rPr>
                              <w:t xml:space="preserve">Do </w:t>
                            </w:r>
                            <w:r w:rsidRPr="00055E8C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not</w:t>
                            </w:r>
                            <w:r w:rsidRPr="00055E8C">
                              <w:rPr>
                                <w:sz w:val="28"/>
                                <w:szCs w:val="28"/>
                              </w:rPr>
                              <w:t xml:space="preserve"> bullet or number the works cited entries</w:t>
                            </w:r>
                            <w:r w:rsidR="00CD3A53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055E8C" w:rsidRPr="00055E8C" w:rsidRDefault="00055E8C" w:rsidP="0037078F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055E8C">
                              <w:rPr>
                                <w:sz w:val="28"/>
                                <w:szCs w:val="28"/>
                              </w:rPr>
                              <w:t xml:space="preserve">Use a hanging indention </w:t>
                            </w:r>
                            <w:r w:rsidR="00CD3A53">
                              <w:rPr>
                                <w:sz w:val="28"/>
                                <w:szCs w:val="28"/>
                              </w:rPr>
                              <w:t>for every additional line</w:t>
                            </w:r>
                            <w:r w:rsidR="0037078F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CD3A53" w:rsidRDefault="00CD3A53"/>
                          <w:p w:rsidR="0037078F" w:rsidRPr="00E610C3" w:rsidRDefault="0037078F" w:rsidP="0037078F">
                            <w:pPr>
                              <w:pStyle w:val="Header"/>
                              <w:jc w:val="right"/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Adapted from</w:t>
                            </w:r>
                            <w:r w:rsidRPr="00E610C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“MLA Sample Works Cited Page”</w:t>
                            </w:r>
                            <w:r w:rsidRPr="00E610C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of </w:t>
                            </w:r>
                            <w:r w:rsidRPr="00E610C3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>The OWL at Purdue.</w:t>
                            </w:r>
                          </w:p>
                          <w:p w:rsidR="0037078F" w:rsidRDefault="0037078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-6.15pt;margin-top:5.8pt;width:480.05pt;height:286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">
                <v:textbox>
                  <w:txbxContent>
                    <w:p w:rsidR="00055E8C" w:rsidRPr="0037078F" w:rsidRDefault="0037078F" w:rsidP="00055E8C">
                      <w:pPr>
                        <w:spacing w:after="0" w:line="240" w:lineRule="auto"/>
                        <w:rPr>
                          <w:b/>
                          <w:sz w:val="32"/>
                          <w:szCs w:val="32"/>
                        </w:rPr>
                      </w:pPr>
                      <w:r w:rsidRPr="0037078F">
                        <w:rPr>
                          <w:b/>
                          <w:sz w:val="32"/>
                          <w:szCs w:val="32"/>
                        </w:rPr>
                        <w:t>How to Turn an Annotated Bibliography into a Works Cited Page</w:t>
                      </w:r>
                      <w:r w:rsidR="00055E8C" w:rsidRPr="0037078F">
                        <w:rPr>
                          <w:b/>
                          <w:sz w:val="32"/>
                          <w:szCs w:val="32"/>
                        </w:rPr>
                        <w:t>:</w:t>
                      </w:r>
                    </w:p>
                    <w:p w:rsidR="0037078F" w:rsidRPr="00CD3A53" w:rsidRDefault="0037078F" w:rsidP="00055E8C">
                      <w:pPr>
                        <w:spacing w:after="0" w:line="240" w:lineRule="auto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CD3A53" w:rsidRDefault="00CD3A53" w:rsidP="00CD3A5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Start</w:t>
                      </w:r>
                      <w:r w:rsidRPr="00055E8C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37078F">
                        <w:rPr>
                          <w:sz w:val="28"/>
                          <w:szCs w:val="28"/>
                        </w:rPr>
                        <w:t>with your Annotated Bibliography.</w:t>
                      </w:r>
                    </w:p>
                    <w:p w:rsidR="0037078F" w:rsidRDefault="0037078F" w:rsidP="00CD3A5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Change the title from “Annotated Bibliography” to “Works Cited.”</w:t>
                      </w:r>
                    </w:p>
                    <w:p w:rsidR="0037078F" w:rsidRDefault="0037078F" w:rsidP="00CD3A5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Remove the following:  MLA heading, all annotation, any sources you did not CITE in your paper.</w:t>
                      </w:r>
                    </w:p>
                    <w:p w:rsidR="0037078F" w:rsidRPr="00055E8C" w:rsidRDefault="0037078F" w:rsidP="00CD3A5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Add your last name and the page number to the top right-hand corner.</w:t>
                      </w:r>
                    </w:p>
                    <w:p w:rsidR="0037078F" w:rsidRDefault="0037078F" w:rsidP="00055E8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Check alphabetizing and formatting:  </w:t>
                      </w:r>
                      <w:r w:rsidR="00CD3A53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:rsidR="00055E8C" w:rsidRDefault="0037078F" w:rsidP="0037078F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L</w:t>
                      </w:r>
                      <w:r w:rsidR="00CD3A53">
                        <w:rPr>
                          <w:sz w:val="28"/>
                          <w:szCs w:val="28"/>
                        </w:rPr>
                        <w:t xml:space="preserve">ist by first word (ignoring </w:t>
                      </w:r>
                      <w:r w:rsidR="00CD3A53">
                        <w:rPr>
                          <w:i/>
                          <w:sz w:val="28"/>
                          <w:szCs w:val="28"/>
                        </w:rPr>
                        <w:t>a</w:t>
                      </w:r>
                      <w:r w:rsidR="00CD3A53">
                        <w:rPr>
                          <w:sz w:val="28"/>
                          <w:szCs w:val="28"/>
                        </w:rPr>
                        <w:t xml:space="preserve">, </w:t>
                      </w:r>
                      <w:r w:rsidR="00CD3A53">
                        <w:rPr>
                          <w:i/>
                          <w:sz w:val="28"/>
                          <w:szCs w:val="28"/>
                        </w:rPr>
                        <w:t xml:space="preserve">an, </w:t>
                      </w:r>
                      <w:r w:rsidR="00CD3A53">
                        <w:rPr>
                          <w:sz w:val="28"/>
                          <w:szCs w:val="28"/>
                        </w:rPr>
                        <w:t xml:space="preserve">or </w:t>
                      </w:r>
                      <w:r w:rsidR="00CD3A53">
                        <w:rPr>
                          <w:i/>
                          <w:sz w:val="28"/>
                          <w:szCs w:val="28"/>
                        </w:rPr>
                        <w:t>the</w:t>
                      </w:r>
                      <w:r>
                        <w:rPr>
                          <w:sz w:val="28"/>
                          <w:szCs w:val="28"/>
                        </w:rPr>
                        <w:t>).</w:t>
                      </w:r>
                    </w:p>
                    <w:p w:rsidR="00CD3A53" w:rsidRDefault="00CD3A53" w:rsidP="0037078F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Numbers</w:t>
                      </w:r>
                      <w:r w:rsidR="0037078F">
                        <w:rPr>
                          <w:sz w:val="28"/>
                          <w:szCs w:val="28"/>
                        </w:rPr>
                        <w:t xml:space="preserve"> go before A-Z in alphabetizing.</w:t>
                      </w:r>
                    </w:p>
                    <w:p w:rsidR="00CD3A53" w:rsidRPr="00055E8C" w:rsidRDefault="00CD3A53" w:rsidP="0037078F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If citations start the same, alphabetize by the first different word.</w:t>
                      </w:r>
                    </w:p>
                    <w:p w:rsidR="00055E8C" w:rsidRPr="00055E8C" w:rsidRDefault="00055E8C" w:rsidP="0037078F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 w:rsidRPr="00055E8C">
                        <w:rPr>
                          <w:sz w:val="28"/>
                          <w:szCs w:val="28"/>
                        </w:rPr>
                        <w:t xml:space="preserve">Do </w:t>
                      </w:r>
                      <w:r w:rsidRPr="00055E8C">
                        <w:rPr>
                          <w:b/>
                          <w:sz w:val="28"/>
                          <w:szCs w:val="28"/>
                          <w:u w:val="single"/>
                        </w:rPr>
                        <w:t>not</w:t>
                      </w:r>
                      <w:r w:rsidRPr="00055E8C">
                        <w:rPr>
                          <w:sz w:val="28"/>
                          <w:szCs w:val="28"/>
                        </w:rPr>
                        <w:t xml:space="preserve"> bullet or number the works cited entries</w:t>
                      </w:r>
                      <w:r w:rsidR="00CD3A53">
                        <w:rPr>
                          <w:sz w:val="28"/>
                          <w:szCs w:val="28"/>
                        </w:rPr>
                        <w:t>.</w:t>
                      </w:r>
                    </w:p>
                    <w:p w:rsidR="00055E8C" w:rsidRPr="00055E8C" w:rsidRDefault="00055E8C" w:rsidP="0037078F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 w:rsidRPr="00055E8C">
                        <w:rPr>
                          <w:sz w:val="28"/>
                          <w:szCs w:val="28"/>
                        </w:rPr>
                        <w:t xml:space="preserve">Use a hanging indention </w:t>
                      </w:r>
                      <w:r w:rsidR="00CD3A53">
                        <w:rPr>
                          <w:sz w:val="28"/>
                          <w:szCs w:val="28"/>
                        </w:rPr>
                        <w:t>for every additional line</w:t>
                      </w:r>
                      <w:r w:rsidR="0037078F">
                        <w:rPr>
                          <w:sz w:val="28"/>
                          <w:szCs w:val="28"/>
                        </w:rPr>
                        <w:t>.</w:t>
                      </w:r>
                    </w:p>
                    <w:p w:rsidR="00CD3A53" w:rsidRDefault="00CD3A53"/>
                    <w:p w:rsidR="0037078F" w:rsidRPr="00E610C3" w:rsidRDefault="0037078F" w:rsidP="0037078F">
                      <w:pPr>
                        <w:pStyle w:val="Header"/>
                        <w:jc w:val="right"/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Adapted from</w:t>
                      </w:r>
                      <w:r w:rsidRPr="00E610C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“MLA Sample Works Cited Page”</w:t>
                      </w:r>
                      <w:r w:rsidRPr="00E610C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of </w:t>
                      </w:r>
                      <w:r w:rsidRPr="00E610C3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>The OWL at Purdue.</w:t>
                      </w:r>
                    </w:p>
                    <w:p w:rsidR="0037078F" w:rsidRDefault="0037078F"/>
                  </w:txbxContent>
                </v:textbox>
              </v:shape>
            </w:pict>
          </mc:Fallback>
        </mc:AlternateContent>
      </w:r>
    </w:p>
    <w:sectPr w:rsidR="00286204" w:rsidRPr="00E610C3" w:rsidSect="00286204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B2B" w:rsidRDefault="00DC4B2B" w:rsidP="00F21B9D">
      <w:pPr>
        <w:spacing w:after="0" w:line="240" w:lineRule="auto"/>
      </w:pPr>
      <w:r>
        <w:separator/>
      </w:r>
    </w:p>
  </w:endnote>
  <w:endnote w:type="continuationSeparator" w:id="0">
    <w:p w:rsidR="00DC4B2B" w:rsidRDefault="00DC4B2B" w:rsidP="00F21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B2B" w:rsidRDefault="00DC4B2B" w:rsidP="00F21B9D">
      <w:pPr>
        <w:spacing w:after="0" w:line="240" w:lineRule="auto"/>
      </w:pPr>
      <w:r>
        <w:separator/>
      </w:r>
    </w:p>
  </w:footnote>
  <w:footnote w:type="continuationSeparator" w:id="0">
    <w:p w:rsidR="00DC4B2B" w:rsidRDefault="00DC4B2B" w:rsidP="00F21B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B9D" w:rsidRDefault="0037078F" w:rsidP="00F21B9D">
    <w:pPr>
      <w:pStyle w:val="Header"/>
      <w:jc w:val="center"/>
    </w:pPr>
    <w:r>
      <w:tab/>
    </w:r>
    <w:r>
      <w:tab/>
      <w:t>Nobaddi 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5C12A3"/>
    <w:multiLevelType w:val="hybridMultilevel"/>
    <w:tmpl w:val="71229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89D"/>
    <w:rsid w:val="00055E8C"/>
    <w:rsid w:val="000F03E6"/>
    <w:rsid w:val="00196DAE"/>
    <w:rsid w:val="001A2D66"/>
    <w:rsid w:val="0022388F"/>
    <w:rsid w:val="00286204"/>
    <w:rsid w:val="003378E2"/>
    <w:rsid w:val="0037078F"/>
    <w:rsid w:val="007907D7"/>
    <w:rsid w:val="009A44CB"/>
    <w:rsid w:val="009C689D"/>
    <w:rsid w:val="00A159C3"/>
    <w:rsid w:val="00AE029D"/>
    <w:rsid w:val="00CD3A53"/>
    <w:rsid w:val="00DC4B2B"/>
    <w:rsid w:val="00E610C3"/>
    <w:rsid w:val="00F21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3" type="connector" idref="#_x0000_s1026"/>
        <o:r id="V:Rule4" type="connector" idref="#_x0000_s103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C6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itation1">
    <w:name w:val="citation1"/>
    <w:basedOn w:val="Normal"/>
    <w:rsid w:val="009C689D"/>
    <w:pPr>
      <w:spacing w:after="0" w:line="480" w:lineRule="auto"/>
      <w:ind w:hanging="537"/>
    </w:pPr>
    <w:rPr>
      <w:rFonts w:ascii="Times New Roman" w:eastAsia="Times New Roman" w:hAnsi="Times New Roman" w:cs="Times New Roman"/>
      <w:sz w:val="26"/>
      <w:szCs w:val="26"/>
    </w:rPr>
  </w:style>
  <w:style w:type="character" w:styleId="Emphasis">
    <w:name w:val="Emphasis"/>
    <w:basedOn w:val="DefaultParagraphFont"/>
    <w:uiPriority w:val="20"/>
    <w:qFormat/>
    <w:rsid w:val="009C689D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F21B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B9D"/>
  </w:style>
  <w:style w:type="paragraph" w:styleId="Footer">
    <w:name w:val="footer"/>
    <w:basedOn w:val="Normal"/>
    <w:link w:val="FooterChar"/>
    <w:uiPriority w:val="99"/>
    <w:unhideWhenUsed/>
    <w:rsid w:val="00F21B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B9D"/>
  </w:style>
  <w:style w:type="character" w:styleId="CommentReference">
    <w:name w:val="annotation reference"/>
    <w:basedOn w:val="DefaultParagraphFont"/>
    <w:uiPriority w:val="99"/>
    <w:semiHidden/>
    <w:unhideWhenUsed/>
    <w:rsid w:val="00A159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59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59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59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59C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5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9C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5E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C6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itation1">
    <w:name w:val="citation1"/>
    <w:basedOn w:val="Normal"/>
    <w:rsid w:val="009C689D"/>
    <w:pPr>
      <w:spacing w:after="0" w:line="480" w:lineRule="auto"/>
      <w:ind w:hanging="537"/>
    </w:pPr>
    <w:rPr>
      <w:rFonts w:ascii="Times New Roman" w:eastAsia="Times New Roman" w:hAnsi="Times New Roman" w:cs="Times New Roman"/>
      <w:sz w:val="26"/>
      <w:szCs w:val="26"/>
    </w:rPr>
  </w:style>
  <w:style w:type="character" w:styleId="Emphasis">
    <w:name w:val="Emphasis"/>
    <w:basedOn w:val="DefaultParagraphFont"/>
    <w:uiPriority w:val="20"/>
    <w:qFormat/>
    <w:rsid w:val="009C689D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F21B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B9D"/>
  </w:style>
  <w:style w:type="paragraph" w:styleId="Footer">
    <w:name w:val="footer"/>
    <w:basedOn w:val="Normal"/>
    <w:link w:val="FooterChar"/>
    <w:uiPriority w:val="99"/>
    <w:unhideWhenUsed/>
    <w:rsid w:val="00F21B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B9D"/>
  </w:style>
  <w:style w:type="character" w:styleId="CommentReference">
    <w:name w:val="annotation reference"/>
    <w:basedOn w:val="DefaultParagraphFont"/>
    <w:uiPriority w:val="99"/>
    <w:semiHidden/>
    <w:unhideWhenUsed/>
    <w:rsid w:val="00A159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59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59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59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59C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5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9C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5E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98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32105">
          <w:marLeft w:val="0"/>
          <w:marRight w:val="0"/>
          <w:marTop w:val="0"/>
          <w:marBottom w:val="5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88175">
              <w:marLeft w:val="6448"/>
              <w:marRight w:val="10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256521">
                  <w:marLeft w:val="10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551661">
                  <w:marLeft w:val="1075"/>
                  <w:marRight w:val="0"/>
                  <w:marTop w:val="0"/>
                  <w:marBottom w:val="5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DF592-B852-41B6-A7BB-F6DCAD74E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D0665588</Template>
  <TotalTime>0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Newton Public Schools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Bergman, Cathlina</cp:lastModifiedBy>
  <cp:revision>2</cp:revision>
  <cp:lastPrinted>2014-10-21T20:39:00Z</cp:lastPrinted>
  <dcterms:created xsi:type="dcterms:W3CDTF">2014-10-21T21:07:00Z</dcterms:created>
  <dcterms:modified xsi:type="dcterms:W3CDTF">2014-10-21T21:07:00Z</dcterms:modified>
</cp:coreProperties>
</file>